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98F" w:rsidRDefault="00C5298F" w:rsidP="00D478AB">
      <w:pPr>
        <w:pStyle w:val="StyleTitreAnnexeModleAprs24pt"/>
        <w:numPr>
          <w:ilvl w:val="0"/>
          <w:numId w:val="0"/>
        </w:numPr>
        <w:spacing w:before="0" w:after="0"/>
        <w:ind w:left="142"/>
      </w:pPr>
      <w:bookmarkStart w:id="0" w:name="_Toc137025855"/>
      <w:bookmarkStart w:id="1" w:name="_Toc137025918"/>
      <w:bookmarkStart w:id="2" w:name="_Toc138057813"/>
      <w:bookmarkStart w:id="3" w:name="_Toc140050153"/>
      <w:bookmarkStart w:id="4" w:name="_Toc140482811"/>
      <w:bookmarkStart w:id="5" w:name="_Toc141064130"/>
      <w:bookmarkStart w:id="6" w:name="_Toc141064212"/>
      <w:bookmarkStart w:id="7" w:name="_Toc141840987"/>
      <w:bookmarkStart w:id="8" w:name="_Toc55044269"/>
      <w:bookmarkStart w:id="9" w:name="_Toc56904139"/>
      <w:bookmarkStart w:id="10" w:name="_Toc58731595"/>
      <w:bookmarkStart w:id="11" w:name="_Toc528983364"/>
    </w:p>
    <w:tbl>
      <w:tblPr>
        <w:tblW w:w="11236" w:type="dxa"/>
        <w:tblInd w:w="-21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02"/>
        <w:gridCol w:w="911"/>
        <w:gridCol w:w="1054"/>
        <w:gridCol w:w="556"/>
        <w:gridCol w:w="1762"/>
        <w:gridCol w:w="766"/>
        <w:gridCol w:w="2885"/>
      </w:tblGrid>
      <w:tr w:rsidR="00D478AB" w:rsidRPr="00057A5B" w:rsidTr="000B21AE">
        <w:trPr>
          <w:cantSplit/>
          <w:trHeight w:val="1134"/>
        </w:trPr>
        <w:tc>
          <w:tcPr>
            <w:tcW w:w="3302" w:type="dxa"/>
            <w:vMerge w:val="restart"/>
          </w:tcPr>
          <w:p w:rsidR="00D478AB" w:rsidRDefault="002D24F6" w:rsidP="00823C7A">
            <w:pPr>
              <w:rPr>
                <w:rFonts w:ascii="Arial Narrow" w:hAnsi="Arial Narrow" w:cs="Arial"/>
                <w:i/>
                <w:smallCaps/>
                <w:sz w:val="22"/>
              </w:rPr>
            </w:pPr>
            <w:r>
              <w:rPr>
                <w:rFonts w:ascii="Arial Narrow" w:hAnsi="Arial Narrow" w:cs="Arial"/>
                <w:noProof/>
                <w:sz w:val="12"/>
              </w:rPr>
              <w:drawing>
                <wp:inline distT="0" distB="0" distL="0" distR="0" wp14:anchorId="0319462C" wp14:editId="7BA5B8DB">
                  <wp:extent cx="952500" cy="425450"/>
                  <wp:effectExtent l="0" t="0" r="0" b="0"/>
                  <wp:docPr id="1" name="Image 1" descr="sid-312x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sid-312x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78AB" w:rsidRDefault="00D478AB" w:rsidP="00823C7A">
            <w:pPr>
              <w:rPr>
                <w:rFonts w:ascii="Arial Narrow" w:hAnsi="Arial Narrow" w:cs="Arial"/>
                <w:i/>
                <w:smallCaps/>
                <w:sz w:val="22"/>
              </w:rPr>
            </w:pPr>
          </w:p>
          <w:p w:rsidR="00D478AB" w:rsidRPr="00A41175" w:rsidRDefault="00D478AB" w:rsidP="00823C7A">
            <w:pPr>
              <w:rPr>
                <w:rFonts w:ascii="Arial Narrow" w:hAnsi="Arial Narrow" w:cs="Arial"/>
                <w:i/>
                <w:smallCaps/>
                <w:sz w:val="22"/>
              </w:rPr>
            </w:pPr>
            <w:r w:rsidRPr="00A41175">
              <w:rPr>
                <w:rFonts w:ascii="Arial Narrow" w:hAnsi="Arial Narrow" w:cs="Arial"/>
                <w:i/>
                <w:smallCaps/>
                <w:sz w:val="22"/>
              </w:rPr>
              <w:t>Service d’Infrastructure</w:t>
            </w:r>
            <w:r w:rsidRPr="00A41175">
              <w:rPr>
                <w:rFonts w:ascii="Arial Narrow" w:hAnsi="Arial Narrow" w:cs="Arial"/>
                <w:i/>
                <w:smallCaps/>
                <w:sz w:val="22"/>
              </w:rPr>
              <w:br/>
              <w:t>de la Défense</w:t>
            </w:r>
          </w:p>
          <w:p w:rsidR="00D478AB" w:rsidRPr="00A41175" w:rsidRDefault="00D478AB" w:rsidP="00823C7A">
            <w:pPr>
              <w:rPr>
                <w:rFonts w:ascii="Arial Narrow" w:hAnsi="Arial Narrow" w:cs="Arial"/>
                <w:sz w:val="22"/>
              </w:rPr>
            </w:pPr>
          </w:p>
          <w:p w:rsidR="00D478AB" w:rsidRPr="00A41175" w:rsidRDefault="00D478AB" w:rsidP="00823C7A">
            <w:pPr>
              <w:rPr>
                <w:rFonts w:ascii="Arial Narrow" w:hAnsi="Arial Narrow" w:cs="Arial"/>
                <w:b/>
                <w:bCs/>
                <w:sz w:val="22"/>
              </w:rPr>
            </w:pPr>
            <w:r w:rsidRPr="00A41175">
              <w:rPr>
                <w:rFonts w:ascii="Arial Narrow" w:hAnsi="Arial Narrow" w:cs="Arial"/>
                <w:b/>
                <w:bCs/>
                <w:sz w:val="22"/>
              </w:rPr>
              <w:t xml:space="preserve">Direction d’infrastructure </w:t>
            </w:r>
          </w:p>
          <w:p w:rsidR="00D478AB" w:rsidRPr="00A41175" w:rsidRDefault="00D478AB" w:rsidP="00823C7A">
            <w:pPr>
              <w:rPr>
                <w:rFonts w:ascii="Arial Narrow" w:hAnsi="Arial Narrow" w:cs="Arial"/>
                <w:b/>
                <w:bCs/>
                <w:sz w:val="22"/>
              </w:rPr>
            </w:pPr>
            <w:proofErr w:type="gramStart"/>
            <w:r w:rsidRPr="00A41175">
              <w:rPr>
                <w:rFonts w:ascii="Arial Narrow" w:hAnsi="Arial Narrow" w:cs="Arial"/>
                <w:b/>
                <w:bCs/>
                <w:sz w:val="22"/>
              </w:rPr>
              <w:t>de</w:t>
            </w:r>
            <w:proofErr w:type="gramEnd"/>
            <w:r w:rsidRPr="00A41175">
              <w:rPr>
                <w:rFonts w:ascii="Arial Narrow" w:hAnsi="Arial Narrow" w:cs="Arial"/>
                <w:b/>
                <w:bCs/>
                <w:sz w:val="22"/>
              </w:rPr>
              <w:t xml:space="preserve"> la défense de Papeete</w:t>
            </w:r>
          </w:p>
          <w:p w:rsidR="00D478AB" w:rsidRPr="00A41175" w:rsidRDefault="00D478AB" w:rsidP="00823C7A">
            <w:pPr>
              <w:rPr>
                <w:rFonts w:ascii="Arial Narrow" w:hAnsi="Arial Narrow" w:cs="Arial"/>
                <w:bCs/>
                <w:sz w:val="22"/>
              </w:rPr>
            </w:pPr>
            <w:r>
              <w:rPr>
                <w:rFonts w:ascii="Arial Narrow" w:hAnsi="Arial Narrow" w:cs="Arial"/>
                <w:bCs/>
                <w:sz w:val="22"/>
              </w:rPr>
              <w:t xml:space="preserve">Division </w:t>
            </w:r>
            <w:r w:rsidR="009D5C4C">
              <w:rPr>
                <w:rFonts w:ascii="Arial Narrow" w:hAnsi="Arial Narrow" w:cs="Arial"/>
                <w:bCs/>
                <w:sz w:val="22"/>
              </w:rPr>
              <w:t>Gestion du Patrimoine</w:t>
            </w:r>
          </w:p>
          <w:p w:rsidR="00D478AB" w:rsidRPr="00A41175" w:rsidRDefault="00D478AB" w:rsidP="00823C7A">
            <w:pPr>
              <w:rPr>
                <w:rFonts w:ascii="Arial Narrow" w:hAnsi="Arial Narrow" w:cs="Arial"/>
                <w:sz w:val="22"/>
              </w:rPr>
            </w:pPr>
            <w:r w:rsidRPr="00A41175">
              <w:rPr>
                <w:rFonts w:ascii="Arial Narrow" w:hAnsi="Arial Narrow" w:cs="Arial"/>
                <w:sz w:val="22"/>
              </w:rPr>
              <w:t>BP 9</w:t>
            </w:r>
            <w:r>
              <w:rPr>
                <w:rFonts w:ascii="Arial Narrow" w:hAnsi="Arial Narrow" w:cs="Arial"/>
                <w:sz w:val="22"/>
              </w:rPr>
              <w:t>154</w:t>
            </w:r>
          </w:p>
          <w:p w:rsidR="00D478AB" w:rsidRPr="00A41175" w:rsidRDefault="009234DE" w:rsidP="00823C7A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98716 PIRAE</w:t>
            </w:r>
            <w:r w:rsidR="00D478AB" w:rsidRPr="00A41175">
              <w:rPr>
                <w:rFonts w:ascii="Arial Narrow" w:hAnsi="Arial Narrow" w:cs="Arial"/>
                <w:sz w:val="22"/>
              </w:rPr>
              <w:t xml:space="preserve"> CMP</w:t>
            </w:r>
          </w:p>
          <w:p w:rsidR="00D478AB" w:rsidRPr="00CF0530" w:rsidRDefault="00D478AB" w:rsidP="00823C7A">
            <w:pPr>
              <w:rPr>
                <w:rFonts w:ascii="Arial Narrow" w:hAnsi="Arial Narrow" w:cs="Arial"/>
                <w:sz w:val="22"/>
              </w:rPr>
            </w:pPr>
          </w:p>
          <w:p w:rsidR="00950840" w:rsidRPr="00CF0530" w:rsidRDefault="00950840" w:rsidP="00950840">
            <w:pPr>
              <w:rPr>
                <w:rFonts w:ascii="Arial Narrow" w:hAnsi="Arial Narrow" w:cs="Arial"/>
                <w:sz w:val="22"/>
                <w:szCs w:val="22"/>
              </w:rPr>
            </w:pPr>
            <w:r w:rsidRPr="00CF0530">
              <w:rPr>
                <w:rFonts w:ascii="Arial Narrow" w:hAnsi="Arial Narrow" w:cs="Arial"/>
                <w:sz w:val="22"/>
                <w:szCs w:val="22"/>
              </w:rPr>
              <w:t xml:space="preserve">Affaire suivie par : </w:t>
            </w:r>
          </w:p>
          <w:p w:rsidR="00950840" w:rsidRPr="00057A5B" w:rsidRDefault="007C1627" w:rsidP="00950840">
            <w:pPr>
              <w:rPr>
                <w:rFonts w:ascii="Arial Narrow" w:hAnsi="Arial Narrow" w:cs="Arial"/>
                <w:sz w:val="22"/>
                <w:szCs w:val="22"/>
              </w:rPr>
            </w:pPr>
            <w:r w:rsidRPr="00CF2878">
              <w:rPr>
                <w:rFonts w:ascii="Arial Narrow" w:hAnsi="Arial Narrow" w:cs="Arial"/>
                <w:sz w:val="22"/>
                <w:szCs w:val="22"/>
              </w:rPr>
              <w:t>Prénom NOM</w:t>
            </w:r>
          </w:p>
          <w:p w:rsidR="00950840" w:rsidRPr="00057A5B" w:rsidRDefault="00950840" w:rsidP="00950840">
            <w:pPr>
              <w:rPr>
                <w:rFonts w:ascii="Arial Narrow" w:hAnsi="Arial Narrow" w:cs="Arial"/>
                <w:sz w:val="22"/>
                <w:szCs w:val="22"/>
              </w:rPr>
            </w:pPr>
            <w:r w:rsidRPr="00057A5B">
              <w:rPr>
                <w:rFonts w:ascii="Arial Narrow" w:hAnsi="Arial Narrow" w:cs="Arial"/>
                <w:sz w:val="22"/>
                <w:szCs w:val="22"/>
              </w:rPr>
              <w:t xml:space="preserve">Tél. : 40 46 </w:t>
            </w:r>
            <w:r w:rsidR="00966CE8">
              <w:rPr>
                <w:rFonts w:ascii="Arial Narrow" w:hAnsi="Arial Narrow" w:cs="Arial"/>
                <w:sz w:val="22"/>
                <w:szCs w:val="22"/>
              </w:rPr>
              <w:t xml:space="preserve">XX </w:t>
            </w:r>
            <w:proofErr w:type="spellStart"/>
            <w:r w:rsidR="00966CE8">
              <w:rPr>
                <w:rFonts w:ascii="Arial Narrow" w:hAnsi="Arial Narrow" w:cs="Arial"/>
                <w:sz w:val="22"/>
                <w:szCs w:val="22"/>
              </w:rPr>
              <w:t>XX</w:t>
            </w:r>
            <w:proofErr w:type="spellEnd"/>
          </w:p>
          <w:p w:rsidR="00950840" w:rsidRPr="00057A5B" w:rsidRDefault="00950840" w:rsidP="00950840">
            <w:pPr>
              <w:rPr>
                <w:rFonts w:ascii="Arial Narrow" w:hAnsi="Arial Narrow" w:cs="Arial"/>
                <w:sz w:val="22"/>
                <w:szCs w:val="22"/>
              </w:rPr>
            </w:pPr>
            <w:r w:rsidRPr="00057A5B">
              <w:rPr>
                <w:rFonts w:ascii="Arial Narrow" w:hAnsi="Arial Narrow" w:cs="Arial"/>
                <w:sz w:val="22"/>
                <w:szCs w:val="22"/>
              </w:rPr>
              <w:t xml:space="preserve">Fax : 40 46 </w:t>
            </w:r>
            <w:r w:rsidR="00E3371D">
              <w:rPr>
                <w:rFonts w:ascii="Arial Narrow" w:hAnsi="Arial Narrow" w:cs="Arial"/>
                <w:sz w:val="22"/>
                <w:szCs w:val="22"/>
              </w:rPr>
              <w:t>30 76</w:t>
            </w:r>
          </w:p>
          <w:p w:rsidR="00D478AB" w:rsidRPr="00575EA6" w:rsidRDefault="00950840" w:rsidP="00D15EC8">
            <w:pPr>
              <w:rPr>
                <w:rFonts w:ascii="Arial Narrow" w:hAnsi="Arial Narrow" w:cs="Arial"/>
              </w:rPr>
            </w:pPr>
            <w:r w:rsidRPr="00057A5B">
              <w:rPr>
                <w:rFonts w:ascii="Arial Narrow" w:hAnsi="Arial Narrow" w:cs="Arial"/>
              </w:rPr>
              <w:t xml:space="preserve">Mail : </w:t>
            </w:r>
            <w:r w:rsidR="00D15EC8">
              <w:rPr>
                <w:rFonts w:ascii="Arial Narrow" w:hAnsi="Arial Narrow" w:cs="Arial"/>
              </w:rPr>
              <w:t>prénom.nom</w:t>
            </w:r>
            <w:r w:rsidR="00D15EC8" w:rsidRPr="00D15EC8">
              <w:rPr>
                <w:rFonts w:ascii="Arial Narrow" w:hAnsi="Arial Narrow" w:cs="Arial"/>
              </w:rPr>
              <w:t>@intradef.gouv.fr</w:t>
            </w:r>
            <w:bookmarkStart w:id="12" w:name="_GoBack"/>
            <w:bookmarkEnd w:id="12"/>
          </w:p>
        </w:tc>
        <w:tc>
          <w:tcPr>
            <w:tcW w:w="911" w:type="dxa"/>
            <w:tcBorders>
              <w:bottom w:val="single" w:sz="4" w:space="0" w:color="auto"/>
            </w:tcBorders>
          </w:tcPr>
          <w:p w:rsidR="00D478AB" w:rsidRPr="00575EA6" w:rsidRDefault="00D478AB" w:rsidP="00823C7A">
            <w:pPr>
              <w:tabs>
                <w:tab w:val="left" w:pos="214"/>
              </w:tabs>
            </w:pPr>
          </w:p>
        </w:tc>
        <w:tc>
          <w:tcPr>
            <w:tcW w:w="7023" w:type="dxa"/>
            <w:gridSpan w:val="5"/>
            <w:tcBorders>
              <w:bottom w:val="single" w:sz="4" w:space="0" w:color="auto"/>
            </w:tcBorders>
          </w:tcPr>
          <w:p w:rsidR="00D478AB" w:rsidRPr="00250E7A" w:rsidRDefault="00D478AB" w:rsidP="00966CE8">
            <w:pPr>
              <w:pStyle w:val="En-tte"/>
              <w:tabs>
                <w:tab w:val="clear" w:pos="4536"/>
                <w:tab w:val="clear" w:pos="9072"/>
                <w:tab w:val="left" w:pos="915"/>
              </w:tabs>
              <w:spacing w:before="120" w:after="120"/>
              <w:jc w:val="center"/>
              <w:rPr>
                <w:rFonts w:ascii="Arial Narrow" w:hAnsi="Arial Narrow" w:cs="Arial"/>
                <w:sz w:val="36"/>
              </w:rPr>
            </w:pPr>
            <w:r w:rsidRPr="00A41175">
              <w:rPr>
                <w:rFonts w:ascii="Arial Narrow" w:hAnsi="Arial Narrow" w:cs="Arial"/>
                <w:b/>
                <w:bCs/>
                <w:sz w:val="28"/>
              </w:rPr>
              <w:t>ORDRE DE SERVICE</w:t>
            </w:r>
            <w:r w:rsidRPr="00A41175">
              <w:rPr>
                <w:rFonts w:ascii="Arial Narrow" w:hAnsi="Arial Narrow" w:cs="Arial"/>
                <w:sz w:val="28"/>
              </w:rPr>
              <w:t xml:space="preserve"> </w:t>
            </w:r>
            <w:r w:rsidRPr="00A41175">
              <w:rPr>
                <w:rFonts w:ascii="Arial Narrow" w:hAnsi="Arial Narrow"/>
                <w:b/>
                <w:sz w:val="28"/>
              </w:rPr>
              <w:t>N°</w:t>
            </w:r>
            <w:r w:rsidR="00966CE8">
              <w:rPr>
                <w:rFonts w:ascii="Arial Narrow" w:hAnsi="Arial Narrow"/>
                <w:b/>
                <w:sz w:val="28"/>
              </w:rPr>
              <w:t xml:space="preserve">  </w:t>
            </w:r>
            <w:r w:rsidRPr="00DE3051">
              <w:rPr>
                <w:rFonts w:ascii="Arial Narrow" w:hAnsi="Arial Narrow"/>
                <w:b/>
                <w:sz w:val="28"/>
              </w:rPr>
              <w:t xml:space="preserve"> </w:t>
            </w:r>
            <w:r w:rsidRPr="00A40F14">
              <w:rPr>
                <w:rFonts w:ascii="Arial Narrow" w:hAnsi="Arial Narrow" w:cs="Arial"/>
                <w:b/>
                <w:bCs/>
                <w:szCs w:val="24"/>
              </w:rPr>
              <w:t>du</w:t>
            </w:r>
            <w:r w:rsidR="00966CE8">
              <w:rPr>
                <w:rFonts w:ascii="Arial Narrow" w:hAnsi="Arial Narrow" w:cs="Arial"/>
                <w:b/>
                <w:bCs/>
                <w:sz w:val="28"/>
              </w:rPr>
              <w:t xml:space="preserve">    </w:t>
            </w:r>
          </w:p>
          <w:p w:rsidR="00D478AB" w:rsidRPr="00057A5B" w:rsidRDefault="00D478AB" w:rsidP="00966CE8">
            <w:pPr>
              <w:jc w:val="center"/>
              <w:rPr>
                <w:rFonts w:ascii="Arial Narrow" w:hAnsi="Arial Narrow"/>
                <w:b/>
                <w:sz w:val="28"/>
              </w:rPr>
            </w:pPr>
            <w:r w:rsidRPr="00057A5B">
              <w:rPr>
                <w:rFonts w:ascii="Arial Narrow" w:hAnsi="Arial Narrow" w:cs="Arial"/>
                <w:b/>
              </w:rPr>
              <w:t xml:space="preserve">n°: </w:t>
            </w:r>
            <w:r>
              <w:rPr>
                <w:rFonts w:ascii="Arial Narrow" w:hAnsi="Arial Narrow" w:cs="Arial"/>
                <w:b/>
                <w:lang w:val="es-CL"/>
              </w:rPr>
              <w:t xml:space="preserve">                         /</w:t>
            </w:r>
            <w:r w:rsidRPr="00057A5B">
              <w:rPr>
                <w:rFonts w:ascii="Arial Narrow" w:hAnsi="Arial Narrow" w:cs="Arial"/>
                <w:b/>
              </w:rPr>
              <w:t>DID-PPT/DIV</w:t>
            </w:r>
            <w:r w:rsidR="009627EC" w:rsidRPr="00057A5B">
              <w:rPr>
                <w:rFonts w:ascii="Arial Narrow" w:hAnsi="Arial Narrow" w:cs="Arial"/>
                <w:b/>
              </w:rPr>
              <w:t>-GP</w:t>
            </w:r>
            <w:r w:rsidRPr="00057A5B">
              <w:rPr>
                <w:rFonts w:ascii="Arial Narrow" w:hAnsi="Arial Narrow" w:cs="Arial"/>
                <w:b/>
              </w:rPr>
              <w:t>/S</w:t>
            </w:r>
            <w:r w:rsidR="00242E56">
              <w:rPr>
                <w:rFonts w:ascii="Arial Narrow" w:hAnsi="Arial Narrow" w:cs="Arial"/>
                <w:b/>
              </w:rPr>
              <w:t>EME</w:t>
            </w:r>
            <w:r w:rsidR="00057A5B" w:rsidRPr="00057A5B">
              <w:rPr>
                <w:rFonts w:ascii="Arial Narrow" w:hAnsi="Arial Narrow" w:cs="Arial"/>
                <w:b/>
              </w:rPr>
              <w:t xml:space="preserve"> du </w:t>
            </w:r>
            <w:r w:rsidR="00057A5B" w:rsidRPr="00057A5B">
              <w:rPr>
                <w:rFonts w:ascii="Arial Narrow" w:hAnsi="Arial Narrow" w:cs="Arial"/>
                <w:b/>
                <w:color w:val="FFFFFF" w:themeColor="background1"/>
              </w:rPr>
              <w:t>XXXXXXXX</w:t>
            </w:r>
          </w:p>
        </w:tc>
      </w:tr>
      <w:tr w:rsidR="00D478AB" w:rsidRPr="00A41175" w:rsidTr="000B21AE">
        <w:trPr>
          <w:cantSplit/>
          <w:trHeight w:val="255"/>
        </w:trPr>
        <w:tc>
          <w:tcPr>
            <w:tcW w:w="3302" w:type="dxa"/>
            <w:vMerge/>
            <w:tcBorders>
              <w:right w:val="single" w:sz="4" w:space="0" w:color="auto"/>
            </w:tcBorders>
          </w:tcPr>
          <w:p w:rsidR="00D478AB" w:rsidRPr="00057A5B" w:rsidRDefault="00D478AB" w:rsidP="00823C7A">
            <w:pPr>
              <w:pStyle w:val="Titre"/>
              <w:tabs>
                <w:tab w:val="center" w:pos="923"/>
              </w:tabs>
              <w:spacing w:before="0" w:after="0"/>
              <w:jc w:val="left"/>
              <w:rPr>
                <w:rFonts w:ascii="Arial Narrow" w:hAnsi="Arial Narrow"/>
                <w:sz w:val="12"/>
              </w:rPr>
            </w:pPr>
          </w:p>
        </w:tc>
        <w:tc>
          <w:tcPr>
            <w:tcW w:w="2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AB" w:rsidRPr="00CF0530" w:rsidRDefault="00D478AB" w:rsidP="00823C7A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F0530">
              <w:rPr>
                <w:rFonts w:ascii="Arial Narrow" w:hAnsi="Arial Narrow" w:cs="Arial"/>
                <w:b/>
                <w:bCs/>
                <w:sz w:val="22"/>
                <w:szCs w:val="22"/>
              </w:rPr>
              <w:t>Marché n°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AB" w:rsidRPr="00CF0530" w:rsidRDefault="00D478AB" w:rsidP="00823C7A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F0530">
              <w:rPr>
                <w:rFonts w:ascii="Arial Narrow" w:hAnsi="Arial Narrow" w:cs="Arial"/>
                <w:b/>
                <w:bCs/>
                <w:sz w:val="22"/>
                <w:szCs w:val="22"/>
              </w:rPr>
              <w:t>Date du marché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AB" w:rsidRPr="00CF0530" w:rsidRDefault="00D478AB" w:rsidP="00823C7A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F0530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Identifiant 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COSI</w:t>
            </w:r>
          </w:p>
        </w:tc>
      </w:tr>
      <w:tr w:rsidR="00FD30A7" w:rsidRPr="00A41175" w:rsidTr="00FD30A7">
        <w:trPr>
          <w:cantSplit/>
          <w:trHeight w:val="317"/>
        </w:trPr>
        <w:tc>
          <w:tcPr>
            <w:tcW w:w="33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D30A7" w:rsidRPr="00A41175" w:rsidRDefault="00FD30A7" w:rsidP="00FD30A7">
            <w:pPr>
              <w:pStyle w:val="Titre"/>
              <w:tabs>
                <w:tab w:val="center" w:pos="923"/>
              </w:tabs>
              <w:spacing w:before="0" w:after="0"/>
              <w:jc w:val="left"/>
              <w:rPr>
                <w:rFonts w:ascii="Arial Narrow" w:hAnsi="Arial Narrow"/>
                <w:sz w:val="12"/>
              </w:rPr>
            </w:pPr>
          </w:p>
        </w:tc>
        <w:tc>
          <w:tcPr>
            <w:tcW w:w="2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0A7" w:rsidRPr="004F09FF" w:rsidRDefault="00FD30A7" w:rsidP="00FD30A7">
            <w:pPr>
              <w:spacing w:before="120"/>
              <w:jc w:val="center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0A7" w:rsidRPr="004F09FF" w:rsidRDefault="00FD30A7" w:rsidP="00FD30A7">
            <w:pPr>
              <w:spacing w:before="12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0A7" w:rsidRPr="00FD30A7" w:rsidRDefault="00FD30A7" w:rsidP="00FD30A7">
            <w:pPr>
              <w:spacing w:before="12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478AB" w:rsidRPr="00A41175" w:rsidTr="005E022F">
        <w:trPr>
          <w:cantSplit/>
          <w:trHeight w:val="206"/>
        </w:trPr>
        <w:tc>
          <w:tcPr>
            <w:tcW w:w="330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78AB" w:rsidRPr="00A41175" w:rsidRDefault="00D478AB" w:rsidP="00823C7A">
            <w:pPr>
              <w:pStyle w:val="Titre"/>
              <w:tabs>
                <w:tab w:val="center" w:pos="923"/>
              </w:tabs>
              <w:spacing w:before="0" w:after="0"/>
              <w:jc w:val="left"/>
              <w:rPr>
                <w:rFonts w:ascii="Arial Narrow" w:hAnsi="Arial Narrow"/>
                <w:sz w:val="12"/>
              </w:rPr>
            </w:pPr>
          </w:p>
        </w:tc>
        <w:tc>
          <w:tcPr>
            <w:tcW w:w="42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78AB" w:rsidRPr="00C60D64" w:rsidRDefault="00D478AB" w:rsidP="00823C7A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36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78AB" w:rsidRPr="00C60D64" w:rsidRDefault="00D478AB" w:rsidP="00823C7A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</w:tr>
      <w:tr w:rsidR="00D478AB" w:rsidRPr="00A41175" w:rsidTr="005E022F">
        <w:trPr>
          <w:cantSplit/>
          <w:trHeight w:val="330"/>
        </w:trPr>
        <w:tc>
          <w:tcPr>
            <w:tcW w:w="3302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D478AB" w:rsidRPr="00A41175" w:rsidRDefault="00D478AB" w:rsidP="00823C7A">
            <w:pPr>
              <w:pStyle w:val="Titre"/>
              <w:tabs>
                <w:tab w:val="center" w:pos="923"/>
              </w:tabs>
              <w:spacing w:before="0" w:after="0"/>
              <w:jc w:val="left"/>
              <w:rPr>
                <w:rFonts w:ascii="Arial Narrow" w:hAnsi="Arial Narrow"/>
                <w:sz w:val="12"/>
              </w:rPr>
            </w:pPr>
          </w:p>
        </w:tc>
        <w:tc>
          <w:tcPr>
            <w:tcW w:w="4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AB" w:rsidRPr="00CF0530" w:rsidRDefault="00D478AB" w:rsidP="00823C7A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CF0530">
              <w:rPr>
                <w:rFonts w:ascii="Arial Narrow" w:hAnsi="Arial Narrow" w:cs="Arial"/>
                <w:b/>
                <w:bCs/>
                <w:sz w:val="22"/>
                <w:szCs w:val="22"/>
              </w:rPr>
              <w:t>Objet du marché :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8AB" w:rsidRPr="00CF0530" w:rsidRDefault="00D478AB" w:rsidP="00823C7A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A41175">
              <w:rPr>
                <w:rFonts w:ascii="Arial Narrow" w:hAnsi="Arial Narrow" w:cs="Arial"/>
                <w:b/>
                <w:bCs/>
                <w:sz w:val="22"/>
                <w:szCs w:val="22"/>
              </w:rPr>
              <w:t>Entreprise titulaire ou mandataire </w:t>
            </w:r>
          </w:p>
        </w:tc>
      </w:tr>
      <w:tr w:rsidR="00464851" w:rsidRPr="00057A5B" w:rsidTr="005E022F">
        <w:trPr>
          <w:cantSplit/>
          <w:trHeight w:val="1181"/>
        </w:trPr>
        <w:tc>
          <w:tcPr>
            <w:tcW w:w="3302" w:type="dxa"/>
            <w:vMerge/>
            <w:tcBorders>
              <w:right w:val="single" w:sz="4" w:space="0" w:color="auto"/>
            </w:tcBorders>
          </w:tcPr>
          <w:p w:rsidR="00464851" w:rsidRPr="00A41175" w:rsidRDefault="00464851" w:rsidP="00823C7A">
            <w:pPr>
              <w:pStyle w:val="Titre"/>
              <w:tabs>
                <w:tab w:val="center" w:pos="923"/>
              </w:tabs>
              <w:spacing w:before="0" w:after="0"/>
              <w:jc w:val="left"/>
              <w:rPr>
                <w:rFonts w:ascii="Arial Narrow" w:hAnsi="Arial Narrow"/>
                <w:sz w:val="12"/>
              </w:rPr>
            </w:pPr>
          </w:p>
        </w:tc>
        <w:tc>
          <w:tcPr>
            <w:tcW w:w="4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2F" w:rsidRPr="005E022F" w:rsidRDefault="005E022F" w:rsidP="005E022F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E022F">
              <w:rPr>
                <w:rFonts w:ascii="Arial Narrow" w:hAnsi="Arial Narrow" w:cs="Arial"/>
                <w:color w:val="000000"/>
              </w:rPr>
              <w:t>Polynésie Française - Île de Tahiti –Immeubles des forces de souveraineté, de la gendarmerie nationale et logements domaniaux</w:t>
            </w:r>
          </w:p>
          <w:p w:rsidR="00464851" w:rsidRPr="005E022F" w:rsidRDefault="005E022F" w:rsidP="00666270">
            <w:pPr>
              <w:jc w:val="center"/>
              <w:rPr>
                <w:rFonts w:ascii="Arial Narrow" w:hAnsi="Arial Narrow" w:cs="Arial"/>
              </w:rPr>
            </w:pPr>
            <w:r w:rsidRPr="005E022F">
              <w:rPr>
                <w:rFonts w:ascii="Arial Narrow" w:hAnsi="Arial Narrow" w:cs="Arial"/>
              </w:rPr>
              <w:t>Accord-cadre pour la réalisation de prestations de services concernant le traitement contre les xylophages au profit des formations stationnées dans les emprises militaires et domaniales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51" w:rsidRPr="004B0EAB" w:rsidRDefault="00464851" w:rsidP="0023373B">
            <w:pPr>
              <w:jc w:val="center"/>
              <w:rPr>
                <w:rFonts w:ascii="Arial Narrow" w:hAnsi="Arial Narrow" w:cs="Arial"/>
                <w:b/>
                <w:lang w:val="en-US"/>
              </w:rPr>
            </w:pPr>
          </w:p>
        </w:tc>
      </w:tr>
      <w:tr w:rsidR="00464851" w:rsidRPr="00057A5B" w:rsidTr="000B21AE">
        <w:trPr>
          <w:cantSplit/>
          <w:trHeight w:val="132"/>
        </w:trPr>
        <w:tc>
          <w:tcPr>
            <w:tcW w:w="3302" w:type="dxa"/>
            <w:vMerge/>
          </w:tcPr>
          <w:p w:rsidR="00464851" w:rsidRPr="009D5C4C" w:rsidRDefault="00464851" w:rsidP="00823C7A">
            <w:pPr>
              <w:pStyle w:val="Titre"/>
              <w:tabs>
                <w:tab w:val="center" w:pos="923"/>
              </w:tabs>
              <w:spacing w:before="0" w:after="0"/>
              <w:jc w:val="left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793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64851" w:rsidRPr="009D5C4C" w:rsidRDefault="00464851" w:rsidP="00823C7A">
            <w:pPr>
              <w:rPr>
                <w:rFonts w:ascii="Arial Narrow" w:hAnsi="Arial Narrow" w:cs="Arial"/>
                <w:b/>
                <w:bCs/>
                <w:lang w:val="en-US"/>
              </w:rPr>
            </w:pPr>
          </w:p>
        </w:tc>
      </w:tr>
      <w:tr w:rsidR="001325BE" w:rsidRPr="00A41175" w:rsidTr="00173292">
        <w:trPr>
          <w:cantSplit/>
          <w:trHeight w:val="480"/>
        </w:trPr>
        <w:tc>
          <w:tcPr>
            <w:tcW w:w="3302" w:type="dxa"/>
            <w:vMerge/>
            <w:tcBorders>
              <w:right w:val="single" w:sz="4" w:space="0" w:color="auto"/>
            </w:tcBorders>
          </w:tcPr>
          <w:p w:rsidR="001325BE" w:rsidRPr="009D5C4C" w:rsidRDefault="001325BE" w:rsidP="001325BE">
            <w:pPr>
              <w:pStyle w:val="Titre"/>
              <w:tabs>
                <w:tab w:val="center" w:pos="923"/>
              </w:tabs>
              <w:spacing w:before="0" w:after="0"/>
              <w:jc w:val="left"/>
              <w:rPr>
                <w:rFonts w:ascii="Arial Narrow" w:hAnsi="Arial Narrow"/>
                <w:sz w:val="12"/>
                <w:lang w:val="en-US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325BE" w:rsidRDefault="001325BE" w:rsidP="001325BE">
            <w:pPr>
              <w:jc w:val="both"/>
            </w:pPr>
            <w:r>
              <w:t>OBJET </w:t>
            </w:r>
          </w:p>
        </w:tc>
        <w:tc>
          <w:tcPr>
            <w:tcW w:w="5969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325BE" w:rsidRPr="00464851" w:rsidRDefault="00966CE8" w:rsidP="0023373B">
            <w:pPr>
              <w:spacing w:after="120"/>
              <w:ind w:left="213" w:hanging="213"/>
              <w:jc w:val="both"/>
              <w:rPr>
                <w:vertAlign w:val="superscript"/>
              </w:rPr>
            </w:pPr>
            <w:r>
              <w:t xml:space="preserve">: </w:t>
            </w:r>
          </w:p>
        </w:tc>
      </w:tr>
      <w:tr w:rsidR="001325BE" w:rsidRPr="00E71A03" w:rsidTr="000B21AE">
        <w:trPr>
          <w:cantSplit/>
          <w:trHeight w:val="159"/>
        </w:trPr>
        <w:tc>
          <w:tcPr>
            <w:tcW w:w="3302" w:type="dxa"/>
            <w:vMerge/>
            <w:tcBorders>
              <w:right w:val="single" w:sz="4" w:space="0" w:color="auto"/>
            </w:tcBorders>
          </w:tcPr>
          <w:p w:rsidR="001325BE" w:rsidRPr="00A41175" w:rsidRDefault="001325BE" w:rsidP="001325BE">
            <w:pPr>
              <w:pStyle w:val="Titre"/>
              <w:tabs>
                <w:tab w:val="center" w:pos="923"/>
              </w:tabs>
              <w:spacing w:before="0" w:after="0"/>
              <w:jc w:val="left"/>
              <w:rPr>
                <w:rFonts w:ascii="Arial Narrow" w:hAnsi="Arial Narrow"/>
                <w:sz w:val="12"/>
              </w:rPr>
            </w:pPr>
          </w:p>
        </w:tc>
        <w:tc>
          <w:tcPr>
            <w:tcW w:w="1965" w:type="dxa"/>
            <w:gridSpan w:val="2"/>
            <w:tcBorders>
              <w:left w:val="single" w:sz="4" w:space="0" w:color="auto"/>
            </w:tcBorders>
          </w:tcPr>
          <w:p w:rsidR="001325BE" w:rsidRDefault="00E3371D" w:rsidP="001325BE">
            <w:pPr>
              <w:jc w:val="both"/>
            </w:pPr>
            <w:r>
              <w:t>REFERENCE</w:t>
            </w:r>
          </w:p>
          <w:p w:rsidR="00931829" w:rsidRDefault="00931829" w:rsidP="00931829">
            <w:pPr>
              <w:jc w:val="both"/>
            </w:pPr>
            <w:r>
              <w:t xml:space="preserve">  </w:t>
            </w:r>
          </w:p>
        </w:tc>
        <w:tc>
          <w:tcPr>
            <w:tcW w:w="5969" w:type="dxa"/>
            <w:gridSpan w:val="4"/>
            <w:tcBorders>
              <w:right w:val="single" w:sz="4" w:space="0" w:color="auto"/>
            </w:tcBorders>
          </w:tcPr>
          <w:p w:rsidR="00931829" w:rsidRDefault="00966CE8" w:rsidP="0023373B">
            <w:pPr>
              <w:jc w:val="both"/>
            </w:pPr>
            <w:r>
              <w:t xml:space="preserve">: </w:t>
            </w:r>
          </w:p>
        </w:tc>
      </w:tr>
      <w:tr w:rsidR="004B582E" w:rsidRPr="004B582E" w:rsidTr="000B21AE">
        <w:trPr>
          <w:cantSplit/>
          <w:trHeight w:val="223"/>
        </w:trPr>
        <w:tc>
          <w:tcPr>
            <w:tcW w:w="3302" w:type="dxa"/>
            <w:vMerge/>
            <w:tcBorders>
              <w:bottom w:val="nil"/>
              <w:right w:val="single" w:sz="4" w:space="0" w:color="auto"/>
            </w:tcBorders>
          </w:tcPr>
          <w:p w:rsidR="004B582E" w:rsidRPr="00A41175" w:rsidRDefault="004B582E" w:rsidP="001325BE">
            <w:pPr>
              <w:pStyle w:val="Titre"/>
              <w:tabs>
                <w:tab w:val="center" w:pos="923"/>
              </w:tabs>
              <w:spacing w:before="0" w:after="0"/>
              <w:jc w:val="left"/>
              <w:rPr>
                <w:rFonts w:ascii="Arial Narrow" w:hAnsi="Arial Narrow"/>
                <w:sz w:val="12"/>
              </w:rPr>
            </w:pPr>
          </w:p>
        </w:tc>
        <w:tc>
          <w:tcPr>
            <w:tcW w:w="196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B582E" w:rsidRDefault="0023373B" w:rsidP="00E3371D">
            <w:pPr>
              <w:jc w:val="both"/>
            </w:pPr>
            <w:r>
              <w:t>PIECE JOINTE </w:t>
            </w:r>
          </w:p>
        </w:tc>
        <w:tc>
          <w:tcPr>
            <w:tcW w:w="5969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4B582E" w:rsidRPr="0057784C" w:rsidRDefault="00966CE8" w:rsidP="001325BE">
            <w:pPr>
              <w:jc w:val="both"/>
            </w:pPr>
            <w:r>
              <w:t xml:space="preserve">: 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tbl>
    <w:p w:rsidR="00823C7A" w:rsidRPr="00823C7A" w:rsidRDefault="00823C7A" w:rsidP="00823C7A">
      <w:pPr>
        <w:rPr>
          <w:b/>
          <w:bCs/>
          <w:caps/>
          <w:vanish/>
        </w:rPr>
      </w:pPr>
    </w:p>
    <w:tbl>
      <w:tblPr>
        <w:tblpPr w:leftFromText="141" w:rightFromText="141" w:vertAnchor="text" w:tblpX="-153" w:tblpY="194"/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5"/>
        <w:gridCol w:w="463"/>
        <w:gridCol w:w="8856"/>
      </w:tblGrid>
      <w:tr w:rsidR="00D478AB" w:rsidTr="0074363D">
        <w:trPr>
          <w:trHeight w:val="19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478AB" w:rsidRDefault="00D478AB" w:rsidP="00D478AB">
            <w:r w:rsidRPr="00A41175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t>Destinataire</w:t>
            </w: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  <w:r w:rsidRPr="00A41175">
              <w:rPr>
                <w:rFonts w:ascii="Arial Narrow" w:hAnsi="Arial Narrow" w:cs="Arial"/>
                <w:sz w:val="22"/>
                <w:szCs w:val="22"/>
              </w:rPr>
              <w:t>: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478AB" w:rsidRDefault="00D478AB" w:rsidP="00D478AB">
            <w:pPr>
              <w:jc w:val="center"/>
            </w:pPr>
          </w:p>
        </w:tc>
        <w:tc>
          <w:tcPr>
            <w:tcW w:w="885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478AB" w:rsidRPr="00047DC0" w:rsidRDefault="00D478AB" w:rsidP="00D478AB">
            <w:pPr>
              <w:widowControl w:val="0"/>
              <w:suppressAutoHyphens/>
              <w:rPr>
                <w:rFonts w:ascii="Arial Narrow" w:hAnsi="Arial Narrow"/>
                <w:b/>
                <w:sz w:val="12"/>
                <w:szCs w:val="12"/>
              </w:rPr>
            </w:pPr>
          </w:p>
          <w:p w:rsidR="0047060F" w:rsidRDefault="0047060F" w:rsidP="0047060F">
            <w:pPr>
              <w:widowControl w:val="0"/>
              <w:suppressAutoHyphens/>
              <w:rPr>
                <w:rFonts w:ascii="Arial Narrow" w:hAnsi="Arial Narrow"/>
                <w:sz w:val="22"/>
                <w:szCs w:val="22"/>
              </w:rPr>
            </w:pPr>
            <w:r w:rsidRPr="00A00556">
              <w:rPr>
                <w:rFonts w:ascii="Arial Narrow" w:hAnsi="Arial Narrow"/>
                <w:b/>
                <w:sz w:val="22"/>
                <w:szCs w:val="22"/>
              </w:rPr>
              <w:t>Le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représentant du</w:t>
            </w:r>
            <w:r w:rsidRPr="00A00556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966CE8">
              <w:rPr>
                <w:rFonts w:ascii="Arial Narrow" w:hAnsi="Arial Narrow"/>
                <w:b/>
                <w:sz w:val="22"/>
                <w:szCs w:val="22"/>
              </w:rPr>
              <w:t>pouvoir adjudicateur</w:t>
            </w:r>
            <w:r w:rsidRPr="00A00556">
              <w:rPr>
                <w:rFonts w:ascii="Arial Narrow" w:hAnsi="Arial Narrow"/>
                <w:b/>
                <w:sz w:val="22"/>
                <w:szCs w:val="22"/>
              </w:rPr>
              <w:t xml:space="preserve"> soussigné</w:t>
            </w:r>
            <w:r w:rsidRPr="00A00556">
              <w:rPr>
                <w:rFonts w:ascii="Arial Narrow" w:hAnsi="Arial Narrow"/>
                <w:sz w:val="22"/>
                <w:szCs w:val="22"/>
              </w:rPr>
              <w:t>,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1325BE" w:rsidRPr="00047DC0" w:rsidRDefault="001325BE" w:rsidP="0023457B">
            <w:pPr>
              <w:tabs>
                <w:tab w:val="left" w:pos="2430"/>
              </w:tabs>
              <w:rPr>
                <w:rFonts w:ascii="Arial Narrow" w:hAnsi="Arial Narrow" w:cs="Arial"/>
                <w:sz w:val="12"/>
                <w:szCs w:val="12"/>
              </w:rPr>
            </w:pPr>
          </w:p>
          <w:p w:rsidR="00760006" w:rsidRPr="0023457B" w:rsidRDefault="00760006" w:rsidP="009703E2">
            <w:pPr>
              <w:tabs>
                <w:tab w:val="left" w:pos="2430"/>
              </w:tabs>
              <w:rPr>
                <w:rFonts w:ascii="Arial Narrow" w:hAnsi="Arial Narrow" w:cs="Arial"/>
                <w:sz w:val="22"/>
                <w:szCs w:val="22"/>
              </w:rPr>
            </w:pPr>
          </w:p>
          <w:p w:rsidR="00173292" w:rsidRDefault="00966CE8" w:rsidP="00685F1A">
            <w:pPr>
              <w:pStyle w:val="Paragraphedeliste"/>
              <w:numPr>
                <w:ilvl w:val="0"/>
                <w:numId w:val="39"/>
              </w:numPr>
              <w:tabs>
                <w:tab w:val="left" w:pos="2430"/>
              </w:tabs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DEMANDE</w:t>
            </w:r>
            <w:r w:rsidR="00835D65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173292" w:rsidRDefault="00173292" w:rsidP="00173292">
            <w:pPr>
              <w:pStyle w:val="Paragraphedeliste"/>
              <w:tabs>
                <w:tab w:val="left" w:pos="2430"/>
              </w:tabs>
              <w:ind w:left="765"/>
              <w:rPr>
                <w:rFonts w:ascii="Arial Narrow" w:hAnsi="Arial Narrow"/>
                <w:sz w:val="22"/>
                <w:szCs w:val="22"/>
              </w:rPr>
            </w:pPr>
          </w:p>
          <w:p w:rsidR="0023373B" w:rsidRPr="00937A9D" w:rsidRDefault="00966CE8" w:rsidP="00685F1A">
            <w:pPr>
              <w:pStyle w:val="Paragraphedeliste"/>
              <w:numPr>
                <w:ilvl w:val="0"/>
                <w:numId w:val="39"/>
              </w:numPr>
              <w:tabs>
                <w:tab w:val="left" w:pos="2430"/>
              </w:tabs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PRECISE</w:t>
            </w:r>
            <w:r w:rsidR="00835D65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937A9D" w:rsidRPr="00937A9D" w:rsidRDefault="00937A9D" w:rsidP="00937A9D">
            <w:pPr>
              <w:tabs>
                <w:tab w:val="left" w:pos="2430"/>
              </w:tabs>
              <w:rPr>
                <w:rFonts w:ascii="Arial Narrow" w:hAnsi="Arial Narrow"/>
                <w:sz w:val="22"/>
                <w:szCs w:val="22"/>
              </w:rPr>
            </w:pPr>
          </w:p>
          <w:p w:rsidR="0023373B" w:rsidRDefault="0023373B" w:rsidP="00F309DB">
            <w:pPr>
              <w:rPr>
                <w:rFonts w:ascii="Arial Narrow" w:hAnsi="Arial Narrow"/>
                <w:sz w:val="22"/>
                <w:szCs w:val="22"/>
              </w:rPr>
            </w:pPr>
          </w:p>
          <w:p w:rsidR="0023373B" w:rsidRDefault="0023373B" w:rsidP="00F309DB">
            <w:pPr>
              <w:rPr>
                <w:rFonts w:ascii="Arial Narrow" w:hAnsi="Arial Narrow"/>
                <w:sz w:val="22"/>
                <w:szCs w:val="22"/>
              </w:rPr>
            </w:pPr>
          </w:p>
          <w:p w:rsidR="0023373B" w:rsidRDefault="0023373B" w:rsidP="00F309DB">
            <w:pPr>
              <w:rPr>
                <w:rFonts w:ascii="Arial Narrow" w:hAnsi="Arial Narrow"/>
                <w:sz w:val="22"/>
                <w:szCs w:val="22"/>
              </w:rPr>
            </w:pPr>
          </w:p>
          <w:p w:rsidR="0023373B" w:rsidRDefault="0023373B" w:rsidP="00F309DB">
            <w:pPr>
              <w:rPr>
                <w:rFonts w:ascii="Arial Narrow" w:hAnsi="Arial Narrow"/>
                <w:sz w:val="22"/>
                <w:szCs w:val="22"/>
              </w:rPr>
            </w:pPr>
          </w:p>
          <w:p w:rsidR="0023373B" w:rsidRDefault="0023373B" w:rsidP="00F309DB">
            <w:pPr>
              <w:rPr>
                <w:rFonts w:ascii="Arial Narrow" w:hAnsi="Arial Narrow"/>
                <w:sz w:val="22"/>
                <w:szCs w:val="22"/>
              </w:rPr>
            </w:pPr>
          </w:p>
          <w:p w:rsidR="0023373B" w:rsidRDefault="0023373B" w:rsidP="00F309DB">
            <w:pPr>
              <w:rPr>
                <w:rFonts w:ascii="Arial Narrow" w:hAnsi="Arial Narrow"/>
                <w:sz w:val="22"/>
                <w:szCs w:val="22"/>
              </w:rPr>
            </w:pPr>
          </w:p>
          <w:p w:rsidR="0023373B" w:rsidRDefault="0023373B" w:rsidP="00F309DB">
            <w:pPr>
              <w:rPr>
                <w:rFonts w:ascii="Arial Narrow" w:hAnsi="Arial Narrow"/>
                <w:sz w:val="22"/>
                <w:szCs w:val="22"/>
              </w:rPr>
            </w:pPr>
          </w:p>
          <w:p w:rsidR="0023373B" w:rsidRDefault="0023373B" w:rsidP="00F309DB">
            <w:pPr>
              <w:rPr>
                <w:rFonts w:ascii="Arial Narrow" w:hAnsi="Arial Narrow"/>
                <w:sz w:val="22"/>
                <w:szCs w:val="22"/>
              </w:rPr>
            </w:pPr>
          </w:p>
          <w:p w:rsidR="0023373B" w:rsidRDefault="0023373B" w:rsidP="00F309DB">
            <w:pPr>
              <w:rPr>
                <w:rFonts w:ascii="Arial Narrow" w:hAnsi="Arial Narrow"/>
                <w:sz w:val="22"/>
                <w:szCs w:val="22"/>
              </w:rPr>
            </w:pPr>
          </w:p>
          <w:p w:rsidR="0023373B" w:rsidRDefault="0023373B" w:rsidP="00F309DB">
            <w:pPr>
              <w:rPr>
                <w:rFonts w:ascii="Arial Narrow" w:hAnsi="Arial Narrow"/>
                <w:sz w:val="22"/>
                <w:szCs w:val="22"/>
              </w:rPr>
            </w:pPr>
          </w:p>
          <w:p w:rsidR="0023373B" w:rsidRDefault="0023373B" w:rsidP="00F309DB">
            <w:pPr>
              <w:rPr>
                <w:rFonts w:ascii="Arial Narrow" w:hAnsi="Arial Narrow"/>
                <w:sz w:val="22"/>
                <w:szCs w:val="22"/>
              </w:rPr>
            </w:pPr>
          </w:p>
          <w:p w:rsidR="00047DC0" w:rsidRDefault="0023373B" w:rsidP="0023373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760006" w:rsidRDefault="00760006" w:rsidP="000621B5"/>
          <w:p w:rsidR="00CE01D9" w:rsidRPr="0017669A" w:rsidRDefault="00CE01D9" w:rsidP="000621B5"/>
        </w:tc>
      </w:tr>
      <w:tr w:rsidR="00D478AB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78AB" w:rsidRPr="0023034D" w:rsidRDefault="00D478AB" w:rsidP="00D478AB">
            <w:pPr>
              <w:tabs>
                <w:tab w:val="right" w:leader="dot" w:pos="1985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1C719E">
              <w:rPr>
                <w:rFonts w:ascii="Arial Narrow" w:hAnsi="Arial Narrow" w:cs="Arial"/>
                <w:sz w:val="18"/>
                <w:szCs w:val="18"/>
              </w:rPr>
              <w:t xml:space="preserve">Entrepreneur (2ex) </w:t>
            </w:r>
            <w:r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78AB" w:rsidRPr="001C719E" w:rsidRDefault="00D478AB" w:rsidP="00D478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78AB" w:rsidRDefault="00D478AB" w:rsidP="00D478AB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478AB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78AB" w:rsidRPr="0066577D" w:rsidRDefault="00D478AB" w:rsidP="00D478AB">
            <w:pPr>
              <w:rPr>
                <w:rFonts w:ascii="Arial Narrow" w:hAnsi="Arial Narrow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78AB" w:rsidRDefault="00D478AB" w:rsidP="00D478AB">
            <w:pPr>
              <w:jc w:val="center"/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78AB" w:rsidRDefault="00D478AB" w:rsidP="00D478AB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478AB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78AB" w:rsidRPr="0066577D" w:rsidRDefault="00D478AB" w:rsidP="00D478AB">
            <w:pPr>
              <w:rPr>
                <w:rFonts w:ascii="Arial Narrow" w:hAnsi="Arial Narrow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78AB" w:rsidRDefault="00D478AB" w:rsidP="00D478AB">
            <w:pPr>
              <w:jc w:val="center"/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78AB" w:rsidRDefault="00D478AB" w:rsidP="00D478AB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478AB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78AB" w:rsidRPr="0066577D" w:rsidRDefault="00D478AB" w:rsidP="00D478AB">
            <w:pPr>
              <w:rPr>
                <w:rFonts w:ascii="Arial Narrow" w:hAnsi="Arial Narrow" w:cs="Arial"/>
                <w:b/>
                <w:sz w:val="22"/>
                <w:szCs w:val="22"/>
                <w:u w:val="single"/>
              </w:rPr>
            </w:pPr>
            <w:r w:rsidRPr="0066577D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Diffusion interne :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78AB" w:rsidRDefault="00D478AB" w:rsidP="00D478AB">
            <w:pPr>
              <w:jc w:val="center"/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78AB" w:rsidRDefault="00D478AB" w:rsidP="00D478AB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478AB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78AB" w:rsidRPr="001C719E" w:rsidRDefault="00D478AB" w:rsidP="00D478AB">
            <w:pPr>
              <w:tabs>
                <w:tab w:val="right" w:leader="dot" w:pos="1985"/>
              </w:tabs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DIV-PRO/CSCO</w:t>
            </w:r>
            <w:r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78AB" w:rsidRPr="001C719E" w:rsidRDefault="00D478AB" w:rsidP="00D478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78AB" w:rsidRDefault="00D478AB" w:rsidP="00D478AB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478AB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78AB" w:rsidRPr="001C719E" w:rsidRDefault="002909C1" w:rsidP="00D478AB">
            <w:pPr>
              <w:tabs>
                <w:tab w:val="right" w:leader="dot" w:pos="1985"/>
              </w:tabs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DIV-PRO/SCO</w:t>
            </w:r>
            <w:r w:rsidR="00D478AB"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78AB" w:rsidRPr="001C719E" w:rsidRDefault="00D478AB" w:rsidP="00D478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78AB" w:rsidRDefault="00D478AB" w:rsidP="00D478AB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478AB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78AB" w:rsidRPr="001C719E" w:rsidRDefault="00D478AB" w:rsidP="00D478AB">
            <w:pPr>
              <w:tabs>
                <w:tab w:val="right" w:leader="dot" w:pos="1985"/>
              </w:tabs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DIV-PRO/CSMO</w:t>
            </w:r>
            <w:r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78AB" w:rsidRPr="001C719E" w:rsidRDefault="00D478AB" w:rsidP="00D478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78AB" w:rsidRDefault="00D478AB" w:rsidP="00D478AB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478AB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2E20" w:rsidRPr="001C719E" w:rsidRDefault="00D478AB" w:rsidP="00942E20">
            <w:pPr>
              <w:tabs>
                <w:tab w:val="right" w:leader="dot" w:pos="1985"/>
              </w:tabs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DIV-PRO/SMO</w:t>
            </w:r>
            <w:r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78AB" w:rsidRPr="001C719E" w:rsidRDefault="00D478AB" w:rsidP="00D478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478AB" w:rsidRDefault="00D478AB" w:rsidP="00D478AB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D5C4C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C4C" w:rsidRPr="001C719E" w:rsidRDefault="00942E20" w:rsidP="009D5C4C">
            <w:pPr>
              <w:tabs>
                <w:tab w:val="right" w:leader="dot" w:pos="1985"/>
              </w:tabs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DIV-GP/CSGTP</w:t>
            </w:r>
            <w:r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C4C" w:rsidRPr="001C719E" w:rsidRDefault="009D5C4C" w:rsidP="009D5C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D5C4C" w:rsidRDefault="009D5C4C" w:rsidP="009D5C4C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D5C4C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C4C" w:rsidRPr="001C719E" w:rsidRDefault="00942E20" w:rsidP="00942E20">
            <w:pPr>
              <w:tabs>
                <w:tab w:val="right" w:leader="dot" w:pos="1985"/>
              </w:tabs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DIV-GP/SGTP</w:t>
            </w:r>
            <w:r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C4C" w:rsidRPr="001C719E" w:rsidRDefault="009D5C4C" w:rsidP="009D5C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D5C4C" w:rsidRDefault="009D5C4C" w:rsidP="009D5C4C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D5C4C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C4C" w:rsidRDefault="00942E20" w:rsidP="009D5C4C">
            <w:pPr>
              <w:tabs>
                <w:tab w:val="right" w:leader="dot" w:pos="1985"/>
              </w:tabs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DIV-GP/CSEME</w:t>
            </w:r>
            <w:r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5C4C" w:rsidRPr="001C719E" w:rsidRDefault="009D5C4C" w:rsidP="009D5C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D5C4C" w:rsidRDefault="009D5C4C" w:rsidP="009D5C4C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42E20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2E20" w:rsidRDefault="00942E20" w:rsidP="00942E20">
            <w:pPr>
              <w:tabs>
                <w:tab w:val="right" w:leader="dot" w:pos="1985"/>
              </w:tabs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DIV-GP/SEME</w:t>
            </w:r>
            <w:r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2E20" w:rsidRPr="001C719E" w:rsidRDefault="00942E20" w:rsidP="00942E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42E20" w:rsidRDefault="00942E20" w:rsidP="00942E20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42E20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2E20" w:rsidRDefault="00942E20" w:rsidP="00942E20">
            <w:pPr>
              <w:tabs>
                <w:tab w:val="right" w:leader="dot" w:pos="1985"/>
              </w:tabs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DIV-ADM/SAI</w:t>
            </w:r>
            <w:r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2E20" w:rsidRPr="001C719E" w:rsidRDefault="00942E20" w:rsidP="00942E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42E20" w:rsidRDefault="00942E20" w:rsidP="00942E20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42E20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2E20" w:rsidRDefault="00942E20" w:rsidP="00942E20">
            <w:pPr>
              <w:tabs>
                <w:tab w:val="right" w:leader="dot" w:pos="1985"/>
              </w:tabs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DIV-ADM/SCM</w:t>
            </w:r>
            <w:r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2E20" w:rsidRPr="001C719E" w:rsidRDefault="00942E20" w:rsidP="00942E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42E20" w:rsidRDefault="00942E20" w:rsidP="00942E20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42E20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2E20" w:rsidRDefault="00942E20" w:rsidP="00942E2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2E20" w:rsidRPr="001C719E" w:rsidRDefault="00942E20" w:rsidP="00942E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42E20" w:rsidRDefault="00942E20" w:rsidP="00942E20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42E20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2E20" w:rsidRDefault="00942E20" w:rsidP="00942E2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2E20" w:rsidRPr="001C719E" w:rsidRDefault="00942E20" w:rsidP="00942E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42E20" w:rsidRDefault="00942E20" w:rsidP="00942E20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42E20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2E20" w:rsidRPr="001C719E" w:rsidRDefault="00942E20" w:rsidP="00942E20">
            <w:pPr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</w:pPr>
            <w:r w:rsidRPr="0066577D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t>Copie externe :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2E20" w:rsidRPr="001C719E" w:rsidRDefault="00942E20" w:rsidP="00942E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42E20" w:rsidRDefault="00942E20" w:rsidP="00942E20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42E20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2E20" w:rsidRPr="001C719E" w:rsidRDefault="00942E20" w:rsidP="00942E20">
            <w:pPr>
              <w:tabs>
                <w:tab w:val="right" w:leader="dot" w:pos="1985"/>
              </w:tabs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CSPS :</w:t>
            </w:r>
            <w:r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2E20" w:rsidRPr="001C719E" w:rsidRDefault="00942E20" w:rsidP="00942E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42E20" w:rsidRDefault="00942E20" w:rsidP="00942E20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42E20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2E20" w:rsidRPr="001C719E" w:rsidRDefault="00942E20" w:rsidP="00942E20">
            <w:pPr>
              <w:tabs>
                <w:tab w:val="right" w:leader="dot" w:pos="1985"/>
              </w:tabs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CT :</w:t>
            </w:r>
            <w:r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2E20" w:rsidRPr="001C719E" w:rsidRDefault="00942E20" w:rsidP="00942E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42E20" w:rsidRDefault="00942E20" w:rsidP="00942E20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42E20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2E20" w:rsidRPr="001C719E" w:rsidRDefault="00942E20" w:rsidP="00942E20">
            <w:pPr>
              <w:tabs>
                <w:tab w:val="right" w:leader="dot" w:pos="1985"/>
              </w:tabs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OPC : </w:t>
            </w:r>
            <w:r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2E20" w:rsidRPr="001C719E" w:rsidRDefault="00942E20" w:rsidP="00942E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42E20" w:rsidRDefault="00942E20" w:rsidP="00942E20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42E20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2E20" w:rsidRPr="001C719E" w:rsidRDefault="00942E20" w:rsidP="00942E2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2E20" w:rsidRPr="001C719E" w:rsidRDefault="00942E20" w:rsidP="00942E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42E20" w:rsidRDefault="00942E20" w:rsidP="00942E20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42E20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2E20" w:rsidRPr="001C719E" w:rsidRDefault="00942E20" w:rsidP="00942E2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2E20" w:rsidRPr="001C719E" w:rsidRDefault="00942E20" w:rsidP="00942E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42E20" w:rsidRDefault="00942E20" w:rsidP="00942E20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42E20" w:rsidTr="0074363D">
        <w:trPr>
          <w:trHeight w:val="19"/>
        </w:trPr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42E20" w:rsidRPr="001C719E" w:rsidRDefault="00942E20" w:rsidP="00942E2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2E20" w:rsidRPr="001C719E" w:rsidRDefault="00942E20" w:rsidP="00942E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42E20" w:rsidRDefault="00942E20" w:rsidP="00942E20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42E20" w:rsidTr="005E022F">
        <w:trPr>
          <w:trHeight w:val="2785"/>
        </w:trPr>
        <w:tc>
          <w:tcPr>
            <w:tcW w:w="2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E20" w:rsidRDefault="00942E20" w:rsidP="00942E20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7669A">
              <w:rPr>
                <w:rFonts w:ascii="Arial Narrow" w:hAnsi="Arial Narrow"/>
                <w:b/>
                <w:sz w:val="24"/>
                <w:szCs w:val="24"/>
              </w:rPr>
              <w:t>RECU</w:t>
            </w:r>
            <w:r w:rsidRPr="0017669A">
              <w:rPr>
                <w:rFonts w:ascii="Arial Narrow" w:hAnsi="Arial Narrow"/>
                <w:b/>
                <w:sz w:val="22"/>
                <w:szCs w:val="22"/>
              </w:rPr>
              <w:t>,</w:t>
            </w:r>
          </w:p>
          <w:p w:rsidR="00942E20" w:rsidRPr="0017669A" w:rsidRDefault="00942E20" w:rsidP="00942E20">
            <w:pPr>
              <w:rPr>
                <w:rFonts w:ascii="Arial Narrow" w:hAnsi="Arial Narrow"/>
                <w:sz w:val="22"/>
                <w:szCs w:val="22"/>
              </w:rPr>
            </w:pPr>
            <w:proofErr w:type="gramStart"/>
            <w:r w:rsidRPr="0017669A">
              <w:rPr>
                <w:rFonts w:ascii="Arial Narrow" w:hAnsi="Arial Narrow"/>
                <w:sz w:val="22"/>
                <w:szCs w:val="22"/>
              </w:rPr>
              <w:t>le</w:t>
            </w:r>
            <w:proofErr w:type="gramEnd"/>
          </w:p>
          <w:p w:rsidR="00942E20" w:rsidRDefault="00942E20" w:rsidP="00942E20">
            <w:pPr>
              <w:widowControl w:val="0"/>
              <w:suppressAutoHyphens/>
              <w:rPr>
                <w:rFonts w:ascii="Arial Narrow" w:hAnsi="Arial Narrow"/>
                <w:sz w:val="22"/>
                <w:szCs w:val="22"/>
                <w:vertAlign w:val="subscript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>l</w:t>
            </w:r>
            <w:r w:rsidRPr="0017669A">
              <w:rPr>
                <w:rFonts w:ascii="Arial Narrow" w:hAnsi="Arial Narrow"/>
                <w:sz w:val="22"/>
                <w:szCs w:val="22"/>
              </w:rPr>
              <w:t>’entrepreneur</w:t>
            </w:r>
            <w:proofErr w:type="gramEnd"/>
            <w:r w:rsidRPr="0017669A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7669A">
              <w:rPr>
                <w:rFonts w:ascii="Arial Narrow" w:hAnsi="Arial Narrow"/>
                <w:sz w:val="22"/>
                <w:szCs w:val="22"/>
                <w:vertAlign w:val="subscript"/>
              </w:rPr>
              <w:t>(nom, prénom, signature et cachet entreprise)</w:t>
            </w:r>
          </w:p>
          <w:p w:rsidR="00942E20" w:rsidRDefault="00942E20" w:rsidP="00942E20">
            <w:pPr>
              <w:rPr>
                <w:sz w:val="18"/>
                <w:szCs w:val="18"/>
              </w:rPr>
            </w:pPr>
          </w:p>
          <w:p w:rsidR="00942E20" w:rsidRDefault="00942E20" w:rsidP="00942E20">
            <w:pPr>
              <w:rPr>
                <w:sz w:val="18"/>
                <w:szCs w:val="18"/>
              </w:rPr>
            </w:pPr>
          </w:p>
          <w:p w:rsidR="00942E20" w:rsidRDefault="00942E20" w:rsidP="00942E20">
            <w:pPr>
              <w:rPr>
                <w:sz w:val="18"/>
                <w:szCs w:val="18"/>
              </w:rPr>
            </w:pPr>
          </w:p>
          <w:p w:rsidR="00942E20" w:rsidRDefault="00942E20" w:rsidP="00942E20">
            <w:pPr>
              <w:rPr>
                <w:sz w:val="18"/>
                <w:szCs w:val="18"/>
              </w:rPr>
            </w:pPr>
          </w:p>
          <w:p w:rsidR="00942E20" w:rsidRDefault="00942E20" w:rsidP="00942E20">
            <w:pPr>
              <w:rPr>
                <w:sz w:val="18"/>
                <w:szCs w:val="18"/>
              </w:rPr>
            </w:pPr>
          </w:p>
          <w:p w:rsidR="00942E20" w:rsidRPr="001C719E" w:rsidRDefault="00942E20" w:rsidP="00942E20">
            <w:pPr>
              <w:rPr>
                <w:sz w:val="18"/>
                <w:szCs w:val="18"/>
              </w:rPr>
            </w:pPr>
          </w:p>
        </w:tc>
        <w:tc>
          <w:tcPr>
            <w:tcW w:w="88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E20" w:rsidRDefault="00942E20" w:rsidP="00942E20">
            <w:pPr>
              <w:widowControl w:val="0"/>
              <w:suppressAutoHyphens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FD08EC" w:rsidRPr="003E312A" w:rsidRDefault="00D478AB" w:rsidP="003E312A">
      <w:pPr>
        <w:ind w:left="-426"/>
        <w:jc w:val="both"/>
        <w:rPr>
          <w:sz w:val="18"/>
          <w:szCs w:val="18"/>
        </w:rPr>
      </w:pPr>
      <w:r w:rsidRPr="0088440B">
        <w:rPr>
          <w:sz w:val="18"/>
          <w:szCs w:val="18"/>
        </w:rPr>
        <w:t>Le présent ordre de service est adressé en deux exemplaires au titulaire du marché, dont l’un est à renvoyer daté et signé à l’adresse figurant en</w:t>
      </w:r>
      <w:r w:rsidRPr="00BD016B">
        <w:rPr>
          <w:sz w:val="18"/>
          <w:szCs w:val="18"/>
        </w:rPr>
        <w:t xml:space="preserve"> attache, par retour du courrier. Si des réserves ou notifications sont portées par écrit sur ce document, il doit être retourné en recommandé avec accusé de réception dans les quinze jours à compter de sa réception (art 3.8.2 </w:t>
      </w:r>
      <w:r w:rsidR="003E312A">
        <w:rPr>
          <w:sz w:val="18"/>
          <w:szCs w:val="18"/>
        </w:rPr>
        <w:t>CCAG Travaux, PI, FCS)</w:t>
      </w:r>
    </w:p>
    <w:sectPr w:rsidR="00FD08EC" w:rsidRPr="003E312A" w:rsidSect="00D478AB">
      <w:footerReference w:type="default" r:id="rId9"/>
      <w:pgSz w:w="11907" w:h="16840" w:code="9"/>
      <w:pgMar w:top="567" w:right="283" w:bottom="567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15F" w:rsidRDefault="00D3015F">
      <w:r>
        <w:separator/>
      </w:r>
    </w:p>
  </w:endnote>
  <w:endnote w:type="continuationSeparator" w:id="0">
    <w:p w:rsidR="00D3015F" w:rsidRDefault="00D30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58"/>
      <w:gridCol w:w="3615"/>
    </w:tblGrid>
    <w:tr w:rsidR="0074709F" w:rsidRPr="007C1627" w:rsidTr="007C1627">
      <w:tc>
        <w:tcPr>
          <w:tcW w:w="7158" w:type="dxa"/>
        </w:tcPr>
        <w:p w:rsidR="006D7528" w:rsidRPr="00E96F6A" w:rsidRDefault="00766BE2" w:rsidP="006D7528">
          <w:pPr>
            <w:pStyle w:val="Pieddepage"/>
          </w:pPr>
          <w:r>
            <w:t>NP 20</w:t>
          </w:r>
          <w:r w:rsidR="007C1627">
            <w:t>8</w:t>
          </w:r>
          <w:r w:rsidR="006D7528" w:rsidRPr="00E96F6A">
            <w:t xml:space="preserve"> D</w:t>
          </w:r>
          <w:r w:rsidR="00772BC1" w:rsidRPr="00E96F6A">
            <w:t>ID-PPT Ed0</w:t>
          </w:r>
          <w:r w:rsidR="001B7355">
            <w:t>0</w:t>
          </w:r>
        </w:p>
        <w:p w:rsidR="0074709F" w:rsidRPr="002A31BB" w:rsidRDefault="007C1627" w:rsidP="007C1627">
          <w:pPr>
            <w:pStyle w:val="Pieddepage"/>
            <w:rPr>
              <w:rFonts w:ascii="Arial Narrow" w:hAnsi="Arial Narrow" w:cs="Arial Narrow"/>
              <w:sz w:val="18"/>
              <w:szCs w:val="18"/>
            </w:rPr>
          </w:pPr>
          <w:r>
            <w:rPr>
              <w:rFonts w:ascii="Arial Narrow" w:hAnsi="Arial Narrow" w:cs="Arial Narrow"/>
              <w:sz w:val="18"/>
              <w:szCs w:val="18"/>
            </w:rPr>
            <w:t>© SID 2022</w:t>
          </w:r>
          <w:r w:rsidR="0074709F">
            <w:rPr>
              <w:rFonts w:ascii="Arial Narrow" w:hAnsi="Arial Narrow" w:cs="Arial Narrow"/>
              <w:sz w:val="18"/>
              <w:szCs w:val="18"/>
            </w:rPr>
            <w:t xml:space="preserve"> - Tous droits réservés</w:t>
          </w:r>
        </w:p>
      </w:tc>
      <w:tc>
        <w:tcPr>
          <w:tcW w:w="3615" w:type="dxa"/>
        </w:tcPr>
        <w:p w:rsidR="0074709F" w:rsidRPr="007C1627" w:rsidRDefault="0074709F">
          <w:pPr>
            <w:pStyle w:val="Pieddepage"/>
            <w:jc w:val="right"/>
          </w:pPr>
          <w:r w:rsidRPr="007C1627">
            <w:rPr>
              <w:bCs/>
            </w:rPr>
            <w:fldChar w:fldCharType="begin"/>
          </w:r>
          <w:r w:rsidRPr="007C1627">
            <w:rPr>
              <w:bCs/>
            </w:rPr>
            <w:instrText xml:space="preserve"> PAGE  \* MERGEFORMAT </w:instrText>
          </w:r>
          <w:r w:rsidRPr="007C1627">
            <w:rPr>
              <w:bCs/>
            </w:rPr>
            <w:fldChar w:fldCharType="separate"/>
          </w:r>
          <w:r w:rsidR="005E022F">
            <w:rPr>
              <w:bCs/>
              <w:noProof/>
            </w:rPr>
            <w:t>1</w:t>
          </w:r>
          <w:r w:rsidRPr="007C1627">
            <w:rPr>
              <w:bCs/>
            </w:rPr>
            <w:fldChar w:fldCharType="end"/>
          </w:r>
          <w:r w:rsidRPr="007C1627">
            <w:t xml:space="preserve"> / </w:t>
          </w:r>
          <w:r w:rsidR="007213FB" w:rsidRPr="007C1627">
            <w:rPr>
              <w:noProof/>
            </w:rPr>
            <w:fldChar w:fldCharType="begin"/>
          </w:r>
          <w:r w:rsidR="007213FB" w:rsidRPr="007C1627">
            <w:rPr>
              <w:noProof/>
            </w:rPr>
            <w:instrText xml:space="preserve"> NUMPAGES  \* MERGEFORMAT </w:instrText>
          </w:r>
          <w:r w:rsidR="007213FB" w:rsidRPr="007C1627">
            <w:rPr>
              <w:noProof/>
            </w:rPr>
            <w:fldChar w:fldCharType="separate"/>
          </w:r>
          <w:r w:rsidR="005E022F">
            <w:rPr>
              <w:noProof/>
            </w:rPr>
            <w:t>1</w:t>
          </w:r>
          <w:r w:rsidR="007213FB" w:rsidRPr="007C1627">
            <w:rPr>
              <w:noProof/>
            </w:rPr>
            <w:fldChar w:fldCharType="end"/>
          </w:r>
        </w:p>
      </w:tc>
    </w:tr>
  </w:tbl>
  <w:p w:rsidR="0074709F" w:rsidRDefault="0074709F">
    <w:pPr>
      <w:pStyle w:val="Pieddepage"/>
    </w:pPr>
  </w:p>
  <w:p w:rsidR="0074709F" w:rsidRDefault="007470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15F" w:rsidRDefault="00D3015F">
      <w:r>
        <w:separator/>
      </w:r>
    </w:p>
  </w:footnote>
  <w:footnote w:type="continuationSeparator" w:id="0">
    <w:p w:rsidR="00D3015F" w:rsidRDefault="00D30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8EC9CB0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444575"/>
    <w:multiLevelType w:val="hybridMultilevel"/>
    <w:tmpl w:val="9E802A34"/>
    <w:lvl w:ilvl="0" w:tplc="BB08CBC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B0D0E"/>
    <w:multiLevelType w:val="hybridMultilevel"/>
    <w:tmpl w:val="002E2B4A"/>
    <w:lvl w:ilvl="0" w:tplc="BB08CBC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D0445"/>
    <w:multiLevelType w:val="hybridMultilevel"/>
    <w:tmpl w:val="E57A29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97035"/>
    <w:multiLevelType w:val="hybridMultilevel"/>
    <w:tmpl w:val="034025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E0290"/>
    <w:multiLevelType w:val="hybridMultilevel"/>
    <w:tmpl w:val="E5DA617E"/>
    <w:lvl w:ilvl="0" w:tplc="F11C68C8">
      <w:start w:val="3"/>
      <w:numFmt w:val="bullet"/>
      <w:pStyle w:val="Enumration1Premier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746DD"/>
    <w:multiLevelType w:val="hybridMultilevel"/>
    <w:tmpl w:val="88B277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00061"/>
    <w:multiLevelType w:val="hybridMultilevel"/>
    <w:tmpl w:val="84D09D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965B6"/>
    <w:multiLevelType w:val="multilevel"/>
    <w:tmpl w:val="F542726E"/>
    <w:styleLink w:val="Listeencou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color w:val="000080"/>
        <w:sz w:val="22"/>
        <w:szCs w:val="22"/>
        <w:u w:val="none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color w:val="000080"/>
        <w:sz w:val="22"/>
        <w:szCs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2695"/>
        </w:tabs>
        <w:ind w:left="2695" w:hanging="851"/>
      </w:pPr>
      <w:rPr>
        <w:rFonts w:ascii="Times New Roman" w:hAnsi="Times New Roman" w:hint="default"/>
        <w:b/>
        <w:bCs/>
        <w:i/>
        <w:iCs w:val="0"/>
        <w:color w:val="auto"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  <w:i/>
        <w:iCs w:val="0"/>
        <w:sz w:val="22"/>
        <w:szCs w:val="22"/>
        <w:u w:val="none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6F61198"/>
    <w:multiLevelType w:val="hybridMultilevel"/>
    <w:tmpl w:val="96BAD9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84549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BC4775"/>
    <w:multiLevelType w:val="hybridMultilevel"/>
    <w:tmpl w:val="167278E2"/>
    <w:lvl w:ilvl="0" w:tplc="040C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1B473B08"/>
    <w:multiLevelType w:val="hybridMultilevel"/>
    <w:tmpl w:val="DA3833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35F06"/>
    <w:multiLevelType w:val="hybridMultilevel"/>
    <w:tmpl w:val="810E56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7D3BF3"/>
    <w:multiLevelType w:val="multilevel"/>
    <w:tmpl w:val="F542726E"/>
    <w:styleLink w:val="Style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color w:val="000080"/>
        <w:sz w:val="22"/>
        <w:szCs w:val="22"/>
        <w:u w:val="none"/>
      </w:rPr>
    </w:lvl>
    <w:lvl w:ilvl="1">
      <w:start w:val="2"/>
      <w:numFmt w:val="decimal"/>
      <w:lvlText w:val="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color w:val="000080"/>
        <w:sz w:val="22"/>
        <w:szCs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2695"/>
        </w:tabs>
        <w:ind w:left="2695" w:hanging="851"/>
      </w:pPr>
      <w:rPr>
        <w:rFonts w:ascii="Times New Roman" w:hAnsi="Times New Roman" w:hint="default"/>
        <w:b/>
        <w:bCs/>
        <w:i/>
        <w:iCs w:val="0"/>
        <w:color w:val="auto"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  <w:i/>
        <w:iCs w:val="0"/>
        <w:sz w:val="22"/>
        <w:szCs w:val="22"/>
        <w:u w:val="none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0CB4F29"/>
    <w:multiLevelType w:val="multilevel"/>
    <w:tmpl w:val="F542726E"/>
    <w:styleLink w:val="Listeencours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color w:val="000080"/>
        <w:sz w:val="22"/>
        <w:szCs w:val="22"/>
        <w:u w:val="none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color w:val="000080"/>
        <w:sz w:val="22"/>
        <w:szCs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2695"/>
        </w:tabs>
        <w:ind w:left="2695" w:hanging="851"/>
      </w:pPr>
      <w:rPr>
        <w:rFonts w:ascii="Times New Roman" w:hAnsi="Times New Roman" w:hint="default"/>
        <w:b/>
        <w:bCs/>
        <w:i/>
        <w:iCs w:val="0"/>
        <w:color w:val="auto"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  <w:i/>
        <w:iCs w:val="0"/>
        <w:sz w:val="22"/>
        <w:szCs w:val="22"/>
        <w:u w:val="none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462061C"/>
    <w:multiLevelType w:val="hybridMultilevel"/>
    <w:tmpl w:val="67A45844"/>
    <w:lvl w:ilvl="0" w:tplc="040C0019">
      <w:start w:val="1"/>
      <w:numFmt w:val="lowerLetter"/>
      <w:lvlText w:val="%1."/>
      <w:lvlJc w:val="left"/>
      <w:pPr>
        <w:ind w:left="1485" w:hanging="360"/>
      </w:pPr>
    </w:lvl>
    <w:lvl w:ilvl="1" w:tplc="040C0019" w:tentative="1">
      <w:start w:val="1"/>
      <w:numFmt w:val="lowerLetter"/>
      <w:lvlText w:val="%2."/>
      <w:lvlJc w:val="left"/>
      <w:pPr>
        <w:ind w:left="2205" w:hanging="360"/>
      </w:pPr>
    </w:lvl>
    <w:lvl w:ilvl="2" w:tplc="040C001B" w:tentative="1">
      <w:start w:val="1"/>
      <w:numFmt w:val="lowerRoman"/>
      <w:lvlText w:val="%3."/>
      <w:lvlJc w:val="right"/>
      <w:pPr>
        <w:ind w:left="2925" w:hanging="180"/>
      </w:pPr>
    </w:lvl>
    <w:lvl w:ilvl="3" w:tplc="040C000F" w:tentative="1">
      <w:start w:val="1"/>
      <w:numFmt w:val="decimal"/>
      <w:lvlText w:val="%4."/>
      <w:lvlJc w:val="left"/>
      <w:pPr>
        <w:ind w:left="3645" w:hanging="360"/>
      </w:pPr>
    </w:lvl>
    <w:lvl w:ilvl="4" w:tplc="040C0019" w:tentative="1">
      <w:start w:val="1"/>
      <w:numFmt w:val="lowerLetter"/>
      <w:lvlText w:val="%5."/>
      <w:lvlJc w:val="left"/>
      <w:pPr>
        <w:ind w:left="4365" w:hanging="360"/>
      </w:pPr>
    </w:lvl>
    <w:lvl w:ilvl="5" w:tplc="040C001B" w:tentative="1">
      <w:start w:val="1"/>
      <w:numFmt w:val="lowerRoman"/>
      <w:lvlText w:val="%6."/>
      <w:lvlJc w:val="right"/>
      <w:pPr>
        <w:ind w:left="5085" w:hanging="180"/>
      </w:pPr>
    </w:lvl>
    <w:lvl w:ilvl="6" w:tplc="040C000F" w:tentative="1">
      <w:start w:val="1"/>
      <w:numFmt w:val="decimal"/>
      <w:lvlText w:val="%7."/>
      <w:lvlJc w:val="left"/>
      <w:pPr>
        <w:ind w:left="5805" w:hanging="360"/>
      </w:pPr>
    </w:lvl>
    <w:lvl w:ilvl="7" w:tplc="040C0019" w:tentative="1">
      <w:start w:val="1"/>
      <w:numFmt w:val="lowerLetter"/>
      <w:lvlText w:val="%8."/>
      <w:lvlJc w:val="left"/>
      <w:pPr>
        <w:ind w:left="6525" w:hanging="360"/>
      </w:pPr>
    </w:lvl>
    <w:lvl w:ilvl="8" w:tplc="040C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6" w15:restartNumberingAfterBreak="0">
    <w:nsid w:val="2ABE7DBD"/>
    <w:multiLevelType w:val="hybridMultilevel"/>
    <w:tmpl w:val="EBD26E98"/>
    <w:lvl w:ilvl="0" w:tplc="888E4E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2B2DF9"/>
    <w:multiLevelType w:val="hybridMultilevel"/>
    <w:tmpl w:val="29AAE7A6"/>
    <w:lvl w:ilvl="0" w:tplc="040C000F">
      <w:start w:val="1"/>
      <w:numFmt w:val="decimal"/>
      <w:lvlText w:val="%1."/>
      <w:lvlJc w:val="left"/>
      <w:pPr>
        <w:ind w:left="765" w:hanging="360"/>
      </w:p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2C975079"/>
    <w:multiLevelType w:val="hybridMultilevel"/>
    <w:tmpl w:val="F6A49A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B41E15"/>
    <w:multiLevelType w:val="hybridMultilevel"/>
    <w:tmpl w:val="CD2CB48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E2F3B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A1755F"/>
    <w:multiLevelType w:val="hybridMultilevel"/>
    <w:tmpl w:val="E0DE60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E52116"/>
    <w:multiLevelType w:val="hybridMultilevel"/>
    <w:tmpl w:val="E076C430"/>
    <w:lvl w:ilvl="0" w:tplc="040C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4416F8F"/>
    <w:multiLevelType w:val="hybridMultilevel"/>
    <w:tmpl w:val="1132328E"/>
    <w:lvl w:ilvl="0" w:tplc="652490EC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55E0B"/>
    <w:multiLevelType w:val="hybridMultilevel"/>
    <w:tmpl w:val="42147F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0E7DEC"/>
    <w:multiLevelType w:val="hybridMultilevel"/>
    <w:tmpl w:val="2DEC1228"/>
    <w:lvl w:ilvl="0" w:tplc="F4E453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F07291"/>
    <w:multiLevelType w:val="hybridMultilevel"/>
    <w:tmpl w:val="0E4E2E6E"/>
    <w:lvl w:ilvl="0" w:tplc="ED927FE6">
      <w:start w:val="3"/>
      <w:numFmt w:val="bullet"/>
      <w:pStyle w:val="Enumration1Suivant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C00C0F"/>
    <w:multiLevelType w:val="hybridMultilevel"/>
    <w:tmpl w:val="35C2C97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"/>
        </w:tabs>
        <w:ind w:left="2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934"/>
        </w:tabs>
        <w:ind w:left="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654"/>
        </w:tabs>
        <w:ind w:left="1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374"/>
        </w:tabs>
        <w:ind w:left="2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094"/>
        </w:tabs>
        <w:ind w:left="3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14"/>
        </w:tabs>
        <w:ind w:left="3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534"/>
        </w:tabs>
        <w:ind w:left="4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254"/>
        </w:tabs>
        <w:ind w:left="5254" w:hanging="360"/>
      </w:pPr>
      <w:rPr>
        <w:rFonts w:ascii="Wingdings" w:hAnsi="Wingdings" w:hint="default"/>
      </w:rPr>
    </w:lvl>
  </w:abstractNum>
  <w:abstractNum w:abstractNumId="27" w15:restartNumberingAfterBreak="0">
    <w:nsid w:val="476B0E89"/>
    <w:multiLevelType w:val="hybridMultilevel"/>
    <w:tmpl w:val="BC8032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7E20CF"/>
    <w:multiLevelType w:val="hybridMultilevel"/>
    <w:tmpl w:val="E070ED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E01C00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53192288"/>
    <w:multiLevelType w:val="hybridMultilevel"/>
    <w:tmpl w:val="C3842CB2"/>
    <w:lvl w:ilvl="0" w:tplc="3830F626">
      <w:numFmt w:val="bullet"/>
      <w:lvlText w:val=""/>
      <w:lvlJc w:val="left"/>
      <w:pPr>
        <w:ind w:left="1125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1" w15:restartNumberingAfterBreak="0">
    <w:nsid w:val="574B3038"/>
    <w:multiLevelType w:val="singleLevel"/>
    <w:tmpl w:val="25C68BA6"/>
    <w:lvl w:ilvl="0">
      <w:start w:val="1"/>
      <w:numFmt w:val="decimal"/>
      <w:pStyle w:val="Listenumros"/>
      <w:lvlText w:val="%1."/>
      <w:legacy w:legacy="1" w:legacySpace="0" w:legacyIndent="567"/>
      <w:lvlJc w:val="left"/>
      <w:pPr>
        <w:ind w:left="567" w:hanging="567"/>
      </w:pPr>
    </w:lvl>
  </w:abstractNum>
  <w:abstractNum w:abstractNumId="32" w15:restartNumberingAfterBreak="0">
    <w:nsid w:val="59597004"/>
    <w:multiLevelType w:val="multilevel"/>
    <w:tmpl w:val="109A3C24"/>
    <w:lvl w:ilvl="0">
      <w:start w:val="1"/>
      <w:numFmt w:val="decimal"/>
      <w:pStyle w:val="StyleTitre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color w:val="000080"/>
        <w:sz w:val="22"/>
        <w:szCs w:val="22"/>
        <w:u w:val="none"/>
      </w:rPr>
    </w:lvl>
    <w:lvl w:ilvl="1">
      <w:start w:val="1"/>
      <w:numFmt w:val="decimal"/>
      <w:pStyle w:val="StyleTitre2Aprs6pt"/>
      <w:lvlText w:val="%2."/>
      <w:lvlJc w:val="left"/>
      <w:pPr>
        <w:tabs>
          <w:tab w:val="num" w:pos="851"/>
        </w:tabs>
        <w:ind w:left="851" w:hanging="567"/>
      </w:pPr>
      <w:rPr>
        <w:rFonts w:hint="default"/>
        <w:b/>
        <w:bCs/>
        <w:i w:val="0"/>
        <w:iCs w:val="0"/>
        <w:color w:val="000080"/>
        <w:sz w:val="22"/>
        <w:szCs w:val="22"/>
        <w:u w:val="none"/>
      </w:rPr>
    </w:lvl>
    <w:lvl w:ilvl="2">
      <w:start w:val="1"/>
      <w:numFmt w:val="decimal"/>
      <w:lvlText w:val="3.%3"/>
      <w:lvlJc w:val="left"/>
      <w:pPr>
        <w:tabs>
          <w:tab w:val="num" w:pos="2695"/>
        </w:tabs>
        <w:ind w:left="2695" w:hanging="851"/>
      </w:pPr>
      <w:rPr>
        <w:rFonts w:hint="default"/>
        <w:b/>
        <w:bCs/>
        <w:i/>
        <w:iCs w:val="0"/>
        <w:color w:val="auto"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  <w:i/>
        <w:iCs w:val="0"/>
        <w:sz w:val="22"/>
        <w:szCs w:val="22"/>
        <w:u w:val="none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60A32776"/>
    <w:multiLevelType w:val="singleLevel"/>
    <w:tmpl w:val="4724C50C"/>
    <w:lvl w:ilvl="0">
      <w:start w:val="1"/>
      <w:numFmt w:val="bullet"/>
      <w:pStyle w:val="Enum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34" w15:restartNumberingAfterBreak="0">
    <w:nsid w:val="612B7B42"/>
    <w:multiLevelType w:val="singleLevel"/>
    <w:tmpl w:val="95A67610"/>
    <w:lvl w:ilvl="0">
      <w:numFmt w:val="bullet"/>
      <w:pStyle w:val="Pos25"/>
      <w:lvlText w:val="-"/>
      <w:lvlJc w:val="left"/>
      <w:pPr>
        <w:tabs>
          <w:tab w:val="num" w:pos="920"/>
        </w:tabs>
        <w:ind w:left="920" w:hanging="36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63C95D6C"/>
    <w:multiLevelType w:val="hybridMultilevel"/>
    <w:tmpl w:val="704C8D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259E4"/>
    <w:multiLevelType w:val="hybridMultilevel"/>
    <w:tmpl w:val="B3E862A8"/>
    <w:lvl w:ilvl="0" w:tplc="3EB0727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7" w15:restartNumberingAfterBreak="0">
    <w:nsid w:val="6B380E2E"/>
    <w:multiLevelType w:val="hybridMultilevel"/>
    <w:tmpl w:val="A294B1D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BFC9F7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04964AD"/>
    <w:multiLevelType w:val="hybridMultilevel"/>
    <w:tmpl w:val="54129986"/>
    <w:lvl w:ilvl="0" w:tplc="8CCAB67E">
      <w:start w:val="1"/>
      <w:numFmt w:val="decimal"/>
      <w:pStyle w:val="StyleTitreAnnexeModleAprs24pt"/>
      <w:lvlText w:val="ANNEXE 1.%1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  <w:strike w:val="0"/>
        <w:color w:val="000000"/>
        <w:sz w:val="22"/>
        <w:szCs w:val="22"/>
        <w:em w:val="none"/>
        <w14:textOutline w14:w="0" w14:cap="rnd" w14:cmpd="sng" w14:algn="ctr">
          <w14:noFill/>
          <w14:prstDash w14:val="solid"/>
          <w14:bevel/>
        </w14:textOutline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4841"/>
        </w:tabs>
        <w:ind w:left="484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5561"/>
        </w:tabs>
        <w:ind w:left="556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6281"/>
        </w:tabs>
        <w:ind w:left="628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7001"/>
        </w:tabs>
        <w:ind w:left="700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7721"/>
        </w:tabs>
        <w:ind w:left="772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8441"/>
        </w:tabs>
        <w:ind w:left="844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9161"/>
        </w:tabs>
        <w:ind w:left="916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9881"/>
        </w:tabs>
        <w:ind w:left="9881" w:hanging="180"/>
      </w:pPr>
    </w:lvl>
  </w:abstractNum>
  <w:abstractNum w:abstractNumId="39" w15:restartNumberingAfterBreak="0">
    <w:nsid w:val="71076E04"/>
    <w:multiLevelType w:val="hybridMultilevel"/>
    <w:tmpl w:val="E374846E"/>
    <w:lvl w:ilvl="0" w:tplc="040C0001">
      <w:start w:val="1"/>
      <w:numFmt w:val="bullet"/>
      <w:lvlText w:val=""/>
      <w:lvlJc w:val="left"/>
      <w:pPr>
        <w:tabs>
          <w:tab w:val="num" w:pos="434"/>
        </w:tabs>
        <w:ind w:left="43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abstractNum w:abstractNumId="40" w15:restartNumberingAfterBreak="0">
    <w:nsid w:val="71121CAB"/>
    <w:multiLevelType w:val="hybridMultilevel"/>
    <w:tmpl w:val="62ACD650"/>
    <w:lvl w:ilvl="0" w:tplc="A55405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476EAB"/>
    <w:multiLevelType w:val="hybridMultilevel"/>
    <w:tmpl w:val="E124A5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2051FD"/>
    <w:multiLevelType w:val="multilevel"/>
    <w:tmpl w:val="F8D8015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000080"/>
        <w:sz w:val="22"/>
        <w:szCs w:val="22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00008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/>
        <w:i/>
        <w:color w:val="auto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  <w:b w:val="0"/>
        <w:i/>
        <w:sz w:val="22"/>
        <w:szCs w:val="22"/>
      </w:r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itre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itre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itre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itre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7EB444A"/>
    <w:multiLevelType w:val="multilevel"/>
    <w:tmpl w:val="F542726E"/>
    <w:styleLink w:val="Style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color w:val="000080"/>
        <w:sz w:val="22"/>
        <w:szCs w:val="22"/>
        <w:u w:val="none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color w:val="000080"/>
        <w:sz w:val="22"/>
        <w:szCs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2695"/>
        </w:tabs>
        <w:ind w:left="2695" w:hanging="851"/>
      </w:pPr>
      <w:rPr>
        <w:rFonts w:ascii="Times New Roman" w:hAnsi="Times New Roman" w:hint="default"/>
        <w:b/>
        <w:bCs/>
        <w:i/>
        <w:iCs w:val="0"/>
        <w:color w:val="auto"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  <w:i/>
        <w:iCs w:val="0"/>
        <w:sz w:val="22"/>
        <w:szCs w:val="22"/>
        <w:u w:val="none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789F45A3"/>
    <w:multiLevelType w:val="hybridMultilevel"/>
    <w:tmpl w:val="83FCBE88"/>
    <w:lvl w:ilvl="0" w:tplc="BB08CBC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0D0983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3"/>
  </w:num>
  <w:num w:numId="2">
    <w:abstractNumId w:val="34"/>
  </w:num>
  <w:num w:numId="3">
    <w:abstractNumId w:val="32"/>
  </w:num>
  <w:num w:numId="4">
    <w:abstractNumId w:val="5"/>
  </w:num>
  <w:num w:numId="5">
    <w:abstractNumId w:val="25"/>
  </w:num>
  <w:num w:numId="6">
    <w:abstractNumId w:val="42"/>
  </w:num>
  <w:num w:numId="7">
    <w:abstractNumId w:val="8"/>
  </w:num>
  <w:num w:numId="8">
    <w:abstractNumId w:val="29"/>
  </w:num>
  <w:num w:numId="9">
    <w:abstractNumId w:val="43"/>
  </w:num>
  <w:num w:numId="10">
    <w:abstractNumId w:val="14"/>
  </w:num>
  <w:num w:numId="11">
    <w:abstractNumId w:val="13"/>
  </w:num>
  <w:num w:numId="12">
    <w:abstractNumId w:val="38"/>
  </w:num>
  <w:num w:numId="13">
    <w:abstractNumId w:val="40"/>
  </w:num>
  <w:num w:numId="14">
    <w:abstractNumId w:val="19"/>
  </w:num>
  <w:num w:numId="15">
    <w:abstractNumId w:val="36"/>
  </w:num>
  <w:num w:numId="16">
    <w:abstractNumId w:val="0"/>
  </w:num>
  <w:num w:numId="17">
    <w:abstractNumId w:val="31"/>
  </w:num>
  <w:num w:numId="18">
    <w:abstractNumId w:val="39"/>
  </w:num>
  <w:num w:numId="19">
    <w:abstractNumId w:val="26"/>
  </w:num>
  <w:num w:numId="20">
    <w:abstractNumId w:val="37"/>
  </w:num>
  <w:num w:numId="21">
    <w:abstractNumId w:val="45"/>
  </w:num>
  <w:num w:numId="22">
    <w:abstractNumId w:val="16"/>
  </w:num>
  <w:num w:numId="23">
    <w:abstractNumId w:val="28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4"/>
  </w:num>
  <w:num w:numId="27">
    <w:abstractNumId w:val="21"/>
  </w:num>
  <w:num w:numId="28">
    <w:abstractNumId w:val="27"/>
  </w:num>
  <w:num w:numId="29">
    <w:abstractNumId w:val="11"/>
  </w:num>
  <w:num w:numId="30">
    <w:abstractNumId w:val="7"/>
  </w:num>
  <w:num w:numId="31">
    <w:abstractNumId w:val="35"/>
  </w:num>
  <w:num w:numId="32">
    <w:abstractNumId w:val="18"/>
  </w:num>
  <w:num w:numId="33">
    <w:abstractNumId w:val="1"/>
  </w:num>
  <w:num w:numId="34">
    <w:abstractNumId w:val="2"/>
  </w:num>
  <w:num w:numId="35">
    <w:abstractNumId w:val="44"/>
  </w:num>
  <w:num w:numId="36">
    <w:abstractNumId w:val="4"/>
  </w:num>
  <w:num w:numId="37">
    <w:abstractNumId w:val="9"/>
  </w:num>
  <w:num w:numId="38">
    <w:abstractNumId w:val="20"/>
  </w:num>
  <w:num w:numId="39">
    <w:abstractNumId w:val="17"/>
  </w:num>
  <w:num w:numId="40">
    <w:abstractNumId w:val="15"/>
  </w:num>
  <w:num w:numId="41">
    <w:abstractNumId w:val="22"/>
  </w:num>
  <w:num w:numId="42">
    <w:abstractNumId w:val="10"/>
  </w:num>
  <w:num w:numId="43">
    <w:abstractNumId w:val="23"/>
  </w:num>
  <w:num w:numId="44">
    <w:abstractNumId w:val="41"/>
  </w:num>
  <w:num w:numId="45">
    <w:abstractNumId w:val="6"/>
  </w:num>
  <w:num w:numId="46">
    <w:abstractNumId w:val="3"/>
  </w:num>
  <w:num w:numId="47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F5"/>
    <w:rsid w:val="0000011A"/>
    <w:rsid w:val="00000324"/>
    <w:rsid w:val="00000AF9"/>
    <w:rsid w:val="0000216C"/>
    <w:rsid w:val="00002556"/>
    <w:rsid w:val="000038ED"/>
    <w:rsid w:val="00003E08"/>
    <w:rsid w:val="00004433"/>
    <w:rsid w:val="00004AE2"/>
    <w:rsid w:val="00004D12"/>
    <w:rsid w:val="00006462"/>
    <w:rsid w:val="000076C5"/>
    <w:rsid w:val="000078F2"/>
    <w:rsid w:val="00010D37"/>
    <w:rsid w:val="00010EF5"/>
    <w:rsid w:val="00011CE7"/>
    <w:rsid w:val="00011D54"/>
    <w:rsid w:val="000122CF"/>
    <w:rsid w:val="00012C59"/>
    <w:rsid w:val="0001319F"/>
    <w:rsid w:val="000136D0"/>
    <w:rsid w:val="00013E48"/>
    <w:rsid w:val="0001453D"/>
    <w:rsid w:val="00014902"/>
    <w:rsid w:val="00014C59"/>
    <w:rsid w:val="0001567B"/>
    <w:rsid w:val="000158F3"/>
    <w:rsid w:val="000200DD"/>
    <w:rsid w:val="000214D3"/>
    <w:rsid w:val="00021512"/>
    <w:rsid w:val="000223BD"/>
    <w:rsid w:val="000238E6"/>
    <w:rsid w:val="000240DA"/>
    <w:rsid w:val="0002569F"/>
    <w:rsid w:val="00030F98"/>
    <w:rsid w:val="00031CAE"/>
    <w:rsid w:val="000324EB"/>
    <w:rsid w:val="00034CF9"/>
    <w:rsid w:val="000371B2"/>
    <w:rsid w:val="00037417"/>
    <w:rsid w:val="000376F8"/>
    <w:rsid w:val="00040C3F"/>
    <w:rsid w:val="00040E04"/>
    <w:rsid w:val="0004225B"/>
    <w:rsid w:val="00043438"/>
    <w:rsid w:val="00043BB7"/>
    <w:rsid w:val="00046E96"/>
    <w:rsid w:val="00047DC0"/>
    <w:rsid w:val="0005069A"/>
    <w:rsid w:val="00052621"/>
    <w:rsid w:val="00054D46"/>
    <w:rsid w:val="00055674"/>
    <w:rsid w:val="00055A03"/>
    <w:rsid w:val="00056057"/>
    <w:rsid w:val="00056907"/>
    <w:rsid w:val="00057126"/>
    <w:rsid w:val="00057A5B"/>
    <w:rsid w:val="00057B97"/>
    <w:rsid w:val="00061944"/>
    <w:rsid w:val="00061A72"/>
    <w:rsid w:val="000621B5"/>
    <w:rsid w:val="000638C5"/>
    <w:rsid w:val="0006391A"/>
    <w:rsid w:val="00063AF0"/>
    <w:rsid w:val="00065092"/>
    <w:rsid w:val="000657DA"/>
    <w:rsid w:val="00065BD1"/>
    <w:rsid w:val="00065C2E"/>
    <w:rsid w:val="00066882"/>
    <w:rsid w:val="00067B1D"/>
    <w:rsid w:val="00070333"/>
    <w:rsid w:val="00070551"/>
    <w:rsid w:val="00075212"/>
    <w:rsid w:val="0007562E"/>
    <w:rsid w:val="000758DF"/>
    <w:rsid w:val="00075E0A"/>
    <w:rsid w:val="00075FDF"/>
    <w:rsid w:val="00076B05"/>
    <w:rsid w:val="00077102"/>
    <w:rsid w:val="00081679"/>
    <w:rsid w:val="0008182B"/>
    <w:rsid w:val="00081E39"/>
    <w:rsid w:val="00082242"/>
    <w:rsid w:val="0008232A"/>
    <w:rsid w:val="00082767"/>
    <w:rsid w:val="000828B3"/>
    <w:rsid w:val="00083640"/>
    <w:rsid w:val="00084759"/>
    <w:rsid w:val="00084850"/>
    <w:rsid w:val="00084991"/>
    <w:rsid w:val="00084A1F"/>
    <w:rsid w:val="00085F19"/>
    <w:rsid w:val="0008605D"/>
    <w:rsid w:val="00086573"/>
    <w:rsid w:val="00086ECA"/>
    <w:rsid w:val="00090D8D"/>
    <w:rsid w:val="00091DEF"/>
    <w:rsid w:val="00091F4A"/>
    <w:rsid w:val="000945FD"/>
    <w:rsid w:val="00094737"/>
    <w:rsid w:val="00096224"/>
    <w:rsid w:val="00096AAA"/>
    <w:rsid w:val="00096B0B"/>
    <w:rsid w:val="00096F0B"/>
    <w:rsid w:val="000A1DF7"/>
    <w:rsid w:val="000A376A"/>
    <w:rsid w:val="000A3EDA"/>
    <w:rsid w:val="000A48CD"/>
    <w:rsid w:val="000A4B1B"/>
    <w:rsid w:val="000A508D"/>
    <w:rsid w:val="000A6338"/>
    <w:rsid w:val="000A6E83"/>
    <w:rsid w:val="000B0295"/>
    <w:rsid w:val="000B0845"/>
    <w:rsid w:val="000B141B"/>
    <w:rsid w:val="000B21AE"/>
    <w:rsid w:val="000B2293"/>
    <w:rsid w:val="000B35E1"/>
    <w:rsid w:val="000B4E2C"/>
    <w:rsid w:val="000B5003"/>
    <w:rsid w:val="000B67A2"/>
    <w:rsid w:val="000B7A86"/>
    <w:rsid w:val="000C0372"/>
    <w:rsid w:val="000C077A"/>
    <w:rsid w:val="000C16FD"/>
    <w:rsid w:val="000C2610"/>
    <w:rsid w:val="000C2C23"/>
    <w:rsid w:val="000C2F1C"/>
    <w:rsid w:val="000C370B"/>
    <w:rsid w:val="000C46EB"/>
    <w:rsid w:val="000C5A17"/>
    <w:rsid w:val="000C7598"/>
    <w:rsid w:val="000D0701"/>
    <w:rsid w:val="000D0ABB"/>
    <w:rsid w:val="000D0B92"/>
    <w:rsid w:val="000D1DC9"/>
    <w:rsid w:val="000D3689"/>
    <w:rsid w:val="000D377E"/>
    <w:rsid w:val="000D618E"/>
    <w:rsid w:val="000D78CE"/>
    <w:rsid w:val="000D7F08"/>
    <w:rsid w:val="000E00C9"/>
    <w:rsid w:val="000E293B"/>
    <w:rsid w:val="000E2B4F"/>
    <w:rsid w:val="000E2F7E"/>
    <w:rsid w:val="000E317B"/>
    <w:rsid w:val="000E3497"/>
    <w:rsid w:val="000E5C70"/>
    <w:rsid w:val="000E5F30"/>
    <w:rsid w:val="000E656E"/>
    <w:rsid w:val="000E739F"/>
    <w:rsid w:val="000F0B42"/>
    <w:rsid w:val="000F2EA3"/>
    <w:rsid w:val="000F4138"/>
    <w:rsid w:val="000F4E6C"/>
    <w:rsid w:val="000F72B7"/>
    <w:rsid w:val="001015D6"/>
    <w:rsid w:val="00102FDB"/>
    <w:rsid w:val="00103144"/>
    <w:rsid w:val="001032D1"/>
    <w:rsid w:val="001034FE"/>
    <w:rsid w:val="0010352E"/>
    <w:rsid w:val="00104698"/>
    <w:rsid w:val="00106712"/>
    <w:rsid w:val="00106A7C"/>
    <w:rsid w:val="00110082"/>
    <w:rsid w:val="00111776"/>
    <w:rsid w:val="001123A2"/>
    <w:rsid w:val="001123D6"/>
    <w:rsid w:val="00113082"/>
    <w:rsid w:val="00114800"/>
    <w:rsid w:val="001158C2"/>
    <w:rsid w:val="00116D35"/>
    <w:rsid w:val="00117346"/>
    <w:rsid w:val="001175D5"/>
    <w:rsid w:val="0012079C"/>
    <w:rsid w:val="00120D0D"/>
    <w:rsid w:val="00121944"/>
    <w:rsid w:val="00121DE7"/>
    <w:rsid w:val="00122F6A"/>
    <w:rsid w:val="0012320F"/>
    <w:rsid w:val="00123983"/>
    <w:rsid w:val="00123E79"/>
    <w:rsid w:val="00125780"/>
    <w:rsid w:val="00125B89"/>
    <w:rsid w:val="00126B02"/>
    <w:rsid w:val="00131591"/>
    <w:rsid w:val="001325BE"/>
    <w:rsid w:val="001325BF"/>
    <w:rsid w:val="00135587"/>
    <w:rsid w:val="00135C4E"/>
    <w:rsid w:val="00137417"/>
    <w:rsid w:val="00140AAA"/>
    <w:rsid w:val="0014135D"/>
    <w:rsid w:val="00141605"/>
    <w:rsid w:val="001427FF"/>
    <w:rsid w:val="001434F2"/>
    <w:rsid w:val="00144A8B"/>
    <w:rsid w:val="0014519F"/>
    <w:rsid w:val="00145A11"/>
    <w:rsid w:val="00146254"/>
    <w:rsid w:val="0014650B"/>
    <w:rsid w:val="00146A9B"/>
    <w:rsid w:val="0015086B"/>
    <w:rsid w:val="0015200F"/>
    <w:rsid w:val="00152950"/>
    <w:rsid w:val="0015318D"/>
    <w:rsid w:val="0015362A"/>
    <w:rsid w:val="0015492F"/>
    <w:rsid w:val="00156108"/>
    <w:rsid w:val="00157B59"/>
    <w:rsid w:val="00163466"/>
    <w:rsid w:val="00163760"/>
    <w:rsid w:val="0016422A"/>
    <w:rsid w:val="001653E6"/>
    <w:rsid w:val="001659F9"/>
    <w:rsid w:val="00167321"/>
    <w:rsid w:val="00167AB7"/>
    <w:rsid w:val="00167AE5"/>
    <w:rsid w:val="00170921"/>
    <w:rsid w:val="00171CF0"/>
    <w:rsid w:val="00172B9F"/>
    <w:rsid w:val="00173292"/>
    <w:rsid w:val="00175735"/>
    <w:rsid w:val="00176072"/>
    <w:rsid w:val="001764F1"/>
    <w:rsid w:val="0017650D"/>
    <w:rsid w:val="00176F99"/>
    <w:rsid w:val="001774F3"/>
    <w:rsid w:val="00180F45"/>
    <w:rsid w:val="00181188"/>
    <w:rsid w:val="001812EF"/>
    <w:rsid w:val="001816F4"/>
    <w:rsid w:val="0018467E"/>
    <w:rsid w:val="001920BA"/>
    <w:rsid w:val="00192A27"/>
    <w:rsid w:val="00192A7E"/>
    <w:rsid w:val="0019327F"/>
    <w:rsid w:val="00193D97"/>
    <w:rsid w:val="00194A05"/>
    <w:rsid w:val="00194DE5"/>
    <w:rsid w:val="00195DA1"/>
    <w:rsid w:val="0019706D"/>
    <w:rsid w:val="001A0385"/>
    <w:rsid w:val="001A047A"/>
    <w:rsid w:val="001A1067"/>
    <w:rsid w:val="001A1AF2"/>
    <w:rsid w:val="001A20E9"/>
    <w:rsid w:val="001A21D4"/>
    <w:rsid w:val="001A34A1"/>
    <w:rsid w:val="001A4633"/>
    <w:rsid w:val="001A4A09"/>
    <w:rsid w:val="001A4C36"/>
    <w:rsid w:val="001A5B80"/>
    <w:rsid w:val="001A5EFB"/>
    <w:rsid w:val="001A6FF0"/>
    <w:rsid w:val="001B012E"/>
    <w:rsid w:val="001B0283"/>
    <w:rsid w:val="001B1FCE"/>
    <w:rsid w:val="001B2B28"/>
    <w:rsid w:val="001B4847"/>
    <w:rsid w:val="001B587B"/>
    <w:rsid w:val="001B5CF4"/>
    <w:rsid w:val="001B5F1E"/>
    <w:rsid w:val="001B5F6F"/>
    <w:rsid w:val="001B5FAC"/>
    <w:rsid w:val="001B64B5"/>
    <w:rsid w:val="001B6AB6"/>
    <w:rsid w:val="001B6ABB"/>
    <w:rsid w:val="001B7355"/>
    <w:rsid w:val="001B73F9"/>
    <w:rsid w:val="001C052B"/>
    <w:rsid w:val="001C0D01"/>
    <w:rsid w:val="001C1A67"/>
    <w:rsid w:val="001C2807"/>
    <w:rsid w:val="001C3779"/>
    <w:rsid w:val="001C439F"/>
    <w:rsid w:val="001C6691"/>
    <w:rsid w:val="001C6939"/>
    <w:rsid w:val="001C7677"/>
    <w:rsid w:val="001C7907"/>
    <w:rsid w:val="001D122D"/>
    <w:rsid w:val="001D3BB1"/>
    <w:rsid w:val="001D46E0"/>
    <w:rsid w:val="001D5725"/>
    <w:rsid w:val="001E2AC8"/>
    <w:rsid w:val="001E4648"/>
    <w:rsid w:val="001E64EA"/>
    <w:rsid w:val="001E7CEA"/>
    <w:rsid w:val="001E7DA5"/>
    <w:rsid w:val="001F0742"/>
    <w:rsid w:val="001F09CB"/>
    <w:rsid w:val="001F0C19"/>
    <w:rsid w:val="001F11F9"/>
    <w:rsid w:val="001F1DFF"/>
    <w:rsid w:val="001F232F"/>
    <w:rsid w:val="001F4D6A"/>
    <w:rsid w:val="001F5047"/>
    <w:rsid w:val="001F743A"/>
    <w:rsid w:val="001F756E"/>
    <w:rsid w:val="001F75D1"/>
    <w:rsid w:val="0020036F"/>
    <w:rsid w:val="0020086D"/>
    <w:rsid w:val="002030CF"/>
    <w:rsid w:val="00203D62"/>
    <w:rsid w:val="00204B5D"/>
    <w:rsid w:val="00206B01"/>
    <w:rsid w:val="00206F89"/>
    <w:rsid w:val="00207049"/>
    <w:rsid w:val="00207635"/>
    <w:rsid w:val="00207851"/>
    <w:rsid w:val="0021184E"/>
    <w:rsid w:val="00211C09"/>
    <w:rsid w:val="002147BD"/>
    <w:rsid w:val="002148D4"/>
    <w:rsid w:val="002154F6"/>
    <w:rsid w:val="00215FE2"/>
    <w:rsid w:val="002163B4"/>
    <w:rsid w:val="00216989"/>
    <w:rsid w:val="00217A4E"/>
    <w:rsid w:val="002201D4"/>
    <w:rsid w:val="00220BDC"/>
    <w:rsid w:val="00221818"/>
    <w:rsid w:val="00224244"/>
    <w:rsid w:val="00224F68"/>
    <w:rsid w:val="00225E81"/>
    <w:rsid w:val="00225F42"/>
    <w:rsid w:val="00227FEE"/>
    <w:rsid w:val="002313E1"/>
    <w:rsid w:val="00231A6B"/>
    <w:rsid w:val="00231AFF"/>
    <w:rsid w:val="00231E0B"/>
    <w:rsid w:val="0023373B"/>
    <w:rsid w:val="0023457B"/>
    <w:rsid w:val="00235052"/>
    <w:rsid w:val="00236108"/>
    <w:rsid w:val="00237413"/>
    <w:rsid w:val="0024076E"/>
    <w:rsid w:val="002413A5"/>
    <w:rsid w:val="002421E8"/>
    <w:rsid w:val="00242253"/>
    <w:rsid w:val="002427D6"/>
    <w:rsid w:val="00242E56"/>
    <w:rsid w:val="00242F0C"/>
    <w:rsid w:val="0024340F"/>
    <w:rsid w:val="002447D3"/>
    <w:rsid w:val="00246473"/>
    <w:rsid w:val="00250886"/>
    <w:rsid w:val="0025120B"/>
    <w:rsid w:val="00251E0C"/>
    <w:rsid w:val="00253482"/>
    <w:rsid w:val="0025457E"/>
    <w:rsid w:val="00255B85"/>
    <w:rsid w:val="00256170"/>
    <w:rsid w:val="002571AA"/>
    <w:rsid w:val="00257D8A"/>
    <w:rsid w:val="00260544"/>
    <w:rsid w:val="00261428"/>
    <w:rsid w:val="0026142B"/>
    <w:rsid w:val="00261F6C"/>
    <w:rsid w:val="0026295A"/>
    <w:rsid w:val="00262F7D"/>
    <w:rsid w:val="002642E2"/>
    <w:rsid w:val="00264CAB"/>
    <w:rsid w:val="00265D7B"/>
    <w:rsid w:val="00267E8A"/>
    <w:rsid w:val="00270080"/>
    <w:rsid w:val="00273CB6"/>
    <w:rsid w:val="00274BD0"/>
    <w:rsid w:val="002756ED"/>
    <w:rsid w:val="00275EC9"/>
    <w:rsid w:val="0027739D"/>
    <w:rsid w:val="00280FAD"/>
    <w:rsid w:val="00281DE9"/>
    <w:rsid w:val="00283AF9"/>
    <w:rsid w:val="00283D10"/>
    <w:rsid w:val="002848D8"/>
    <w:rsid w:val="002852BA"/>
    <w:rsid w:val="00285CA9"/>
    <w:rsid w:val="00285F88"/>
    <w:rsid w:val="00286918"/>
    <w:rsid w:val="002909C1"/>
    <w:rsid w:val="00292967"/>
    <w:rsid w:val="00292F8C"/>
    <w:rsid w:val="00293608"/>
    <w:rsid w:val="00294A02"/>
    <w:rsid w:val="00294A57"/>
    <w:rsid w:val="00295EE9"/>
    <w:rsid w:val="002A1603"/>
    <w:rsid w:val="002A264C"/>
    <w:rsid w:val="002A2DA5"/>
    <w:rsid w:val="002A31BB"/>
    <w:rsid w:val="002A3E2A"/>
    <w:rsid w:val="002A4305"/>
    <w:rsid w:val="002A481B"/>
    <w:rsid w:val="002A4F6B"/>
    <w:rsid w:val="002A67F3"/>
    <w:rsid w:val="002A69D9"/>
    <w:rsid w:val="002A713F"/>
    <w:rsid w:val="002A7580"/>
    <w:rsid w:val="002A7739"/>
    <w:rsid w:val="002A7ED4"/>
    <w:rsid w:val="002B0142"/>
    <w:rsid w:val="002B0919"/>
    <w:rsid w:val="002B0A3A"/>
    <w:rsid w:val="002B0B48"/>
    <w:rsid w:val="002B57A0"/>
    <w:rsid w:val="002B60F6"/>
    <w:rsid w:val="002B7B07"/>
    <w:rsid w:val="002C1FA5"/>
    <w:rsid w:val="002C26F2"/>
    <w:rsid w:val="002C332A"/>
    <w:rsid w:val="002C413C"/>
    <w:rsid w:val="002C4251"/>
    <w:rsid w:val="002C4AF3"/>
    <w:rsid w:val="002C6DD1"/>
    <w:rsid w:val="002D0D24"/>
    <w:rsid w:val="002D0D36"/>
    <w:rsid w:val="002D127C"/>
    <w:rsid w:val="002D24F6"/>
    <w:rsid w:val="002D5145"/>
    <w:rsid w:val="002D70D3"/>
    <w:rsid w:val="002D7940"/>
    <w:rsid w:val="002E12D0"/>
    <w:rsid w:val="002E13F2"/>
    <w:rsid w:val="002E209C"/>
    <w:rsid w:val="002E21CC"/>
    <w:rsid w:val="002E6129"/>
    <w:rsid w:val="002E7863"/>
    <w:rsid w:val="002E7A24"/>
    <w:rsid w:val="002E7F39"/>
    <w:rsid w:val="002E7F70"/>
    <w:rsid w:val="002F00D4"/>
    <w:rsid w:val="002F1ACC"/>
    <w:rsid w:val="002F1FC4"/>
    <w:rsid w:val="002F287C"/>
    <w:rsid w:val="002F3D18"/>
    <w:rsid w:val="002F3FC5"/>
    <w:rsid w:val="002F574C"/>
    <w:rsid w:val="002F597D"/>
    <w:rsid w:val="002F6621"/>
    <w:rsid w:val="002F6F0B"/>
    <w:rsid w:val="0030001A"/>
    <w:rsid w:val="00300ABF"/>
    <w:rsid w:val="00300F62"/>
    <w:rsid w:val="00302E28"/>
    <w:rsid w:val="00304248"/>
    <w:rsid w:val="00304769"/>
    <w:rsid w:val="0030516D"/>
    <w:rsid w:val="00305FF7"/>
    <w:rsid w:val="00306207"/>
    <w:rsid w:val="00311175"/>
    <w:rsid w:val="00311CAA"/>
    <w:rsid w:val="00311DE5"/>
    <w:rsid w:val="00313113"/>
    <w:rsid w:val="0031395E"/>
    <w:rsid w:val="00313BC9"/>
    <w:rsid w:val="00313C4A"/>
    <w:rsid w:val="00315C83"/>
    <w:rsid w:val="00316B0B"/>
    <w:rsid w:val="003209BC"/>
    <w:rsid w:val="00322AB4"/>
    <w:rsid w:val="00322FB9"/>
    <w:rsid w:val="0032307A"/>
    <w:rsid w:val="00325279"/>
    <w:rsid w:val="00326908"/>
    <w:rsid w:val="00327240"/>
    <w:rsid w:val="003301E2"/>
    <w:rsid w:val="0033029F"/>
    <w:rsid w:val="00330878"/>
    <w:rsid w:val="003310DF"/>
    <w:rsid w:val="003311E2"/>
    <w:rsid w:val="003321B4"/>
    <w:rsid w:val="00332CE0"/>
    <w:rsid w:val="00333B86"/>
    <w:rsid w:val="00333DF0"/>
    <w:rsid w:val="003351F0"/>
    <w:rsid w:val="00335670"/>
    <w:rsid w:val="003365B8"/>
    <w:rsid w:val="00336D18"/>
    <w:rsid w:val="00336DDC"/>
    <w:rsid w:val="00341877"/>
    <w:rsid w:val="00342BB1"/>
    <w:rsid w:val="00343CB9"/>
    <w:rsid w:val="00344CAC"/>
    <w:rsid w:val="003456DD"/>
    <w:rsid w:val="00347E58"/>
    <w:rsid w:val="003518CC"/>
    <w:rsid w:val="003530F3"/>
    <w:rsid w:val="00353771"/>
    <w:rsid w:val="00353C55"/>
    <w:rsid w:val="00354271"/>
    <w:rsid w:val="003544D4"/>
    <w:rsid w:val="00356212"/>
    <w:rsid w:val="00356CAF"/>
    <w:rsid w:val="0035733F"/>
    <w:rsid w:val="00361436"/>
    <w:rsid w:val="00361854"/>
    <w:rsid w:val="00361B9A"/>
    <w:rsid w:val="00361EAD"/>
    <w:rsid w:val="00362608"/>
    <w:rsid w:val="00363D58"/>
    <w:rsid w:val="003666D1"/>
    <w:rsid w:val="00367A3A"/>
    <w:rsid w:val="003705C6"/>
    <w:rsid w:val="003706A3"/>
    <w:rsid w:val="003728DB"/>
    <w:rsid w:val="00373161"/>
    <w:rsid w:val="00373615"/>
    <w:rsid w:val="00374C44"/>
    <w:rsid w:val="003758A1"/>
    <w:rsid w:val="003763BE"/>
    <w:rsid w:val="003770F3"/>
    <w:rsid w:val="00380034"/>
    <w:rsid w:val="00380537"/>
    <w:rsid w:val="003824DB"/>
    <w:rsid w:val="003831C0"/>
    <w:rsid w:val="00383D5F"/>
    <w:rsid w:val="00384B7D"/>
    <w:rsid w:val="00385738"/>
    <w:rsid w:val="00386364"/>
    <w:rsid w:val="00386E90"/>
    <w:rsid w:val="00392690"/>
    <w:rsid w:val="003947B4"/>
    <w:rsid w:val="00394E62"/>
    <w:rsid w:val="00396D3E"/>
    <w:rsid w:val="003A0666"/>
    <w:rsid w:val="003A2DAA"/>
    <w:rsid w:val="003A3EE6"/>
    <w:rsid w:val="003A42CE"/>
    <w:rsid w:val="003A5EEA"/>
    <w:rsid w:val="003A7506"/>
    <w:rsid w:val="003A77C3"/>
    <w:rsid w:val="003B00D7"/>
    <w:rsid w:val="003B1735"/>
    <w:rsid w:val="003B1A33"/>
    <w:rsid w:val="003B2651"/>
    <w:rsid w:val="003B28A5"/>
    <w:rsid w:val="003B5C6D"/>
    <w:rsid w:val="003B6523"/>
    <w:rsid w:val="003C00D3"/>
    <w:rsid w:val="003C18FD"/>
    <w:rsid w:val="003C1C0E"/>
    <w:rsid w:val="003C2096"/>
    <w:rsid w:val="003C2203"/>
    <w:rsid w:val="003C3AB4"/>
    <w:rsid w:val="003C3C21"/>
    <w:rsid w:val="003C4F65"/>
    <w:rsid w:val="003C568E"/>
    <w:rsid w:val="003C5E9D"/>
    <w:rsid w:val="003C60E2"/>
    <w:rsid w:val="003C7A83"/>
    <w:rsid w:val="003D0269"/>
    <w:rsid w:val="003D0898"/>
    <w:rsid w:val="003D0ADD"/>
    <w:rsid w:val="003D15FA"/>
    <w:rsid w:val="003D1E0B"/>
    <w:rsid w:val="003D2579"/>
    <w:rsid w:val="003D51FC"/>
    <w:rsid w:val="003D5858"/>
    <w:rsid w:val="003D66AF"/>
    <w:rsid w:val="003D7966"/>
    <w:rsid w:val="003D7EE8"/>
    <w:rsid w:val="003E0737"/>
    <w:rsid w:val="003E0957"/>
    <w:rsid w:val="003E11BF"/>
    <w:rsid w:val="003E1596"/>
    <w:rsid w:val="003E2583"/>
    <w:rsid w:val="003E3111"/>
    <w:rsid w:val="003E312A"/>
    <w:rsid w:val="003E6C78"/>
    <w:rsid w:val="003E7581"/>
    <w:rsid w:val="003F0158"/>
    <w:rsid w:val="003F0C07"/>
    <w:rsid w:val="003F0F78"/>
    <w:rsid w:val="003F1187"/>
    <w:rsid w:val="003F2612"/>
    <w:rsid w:val="003F2A47"/>
    <w:rsid w:val="003F397C"/>
    <w:rsid w:val="003F5846"/>
    <w:rsid w:val="003F5DCF"/>
    <w:rsid w:val="003F66D2"/>
    <w:rsid w:val="003F6B32"/>
    <w:rsid w:val="003F6D4A"/>
    <w:rsid w:val="003F72B0"/>
    <w:rsid w:val="003F770E"/>
    <w:rsid w:val="003F7ACF"/>
    <w:rsid w:val="003F7F41"/>
    <w:rsid w:val="004002AB"/>
    <w:rsid w:val="00402775"/>
    <w:rsid w:val="004035D9"/>
    <w:rsid w:val="0040494A"/>
    <w:rsid w:val="00404D62"/>
    <w:rsid w:val="00404DC0"/>
    <w:rsid w:val="00404EAE"/>
    <w:rsid w:val="00405382"/>
    <w:rsid w:val="00405A40"/>
    <w:rsid w:val="00407963"/>
    <w:rsid w:val="00412E99"/>
    <w:rsid w:val="00413002"/>
    <w:rsid w:val="004135E9"/>
    <w:rsid w:val="0041551D"/>
    <w:rsid w:val="00416BE6"/>
    <w:rsid w:val="004173A5"/>
    <w:rsid w:val="00417F7C"/>
    <w:rsid w:val="004200EB"/>
    <w:rsid w:val="00421457"/>
    <w:rsid w:val="00426002"/>
    <w:rsid w:val="00426685"/>
    <w:rsid w:val="004304FA"/>
    <w:rsid w:val="004309F7"/>
    <w:rsid w:val="00431F43"/>
    <w:rsid w:val="00432453"/>
    <w:rsid w:val="00433555"/>
    <w:rsid w:val="00436B99"/>
    <w:rsid w:val="0043712A"/>
    <w:rsid w:val="004379D3"/>
    <w:rsid w:val="00441B87"/>
    <w:rsid w:val="004424C8"/>
    <w:rsid w:val="00443458"/>
    <w:rsid w:val="00446384"/>
    <w:rsid w:val="00451870"/>
    <w:rsid w:val="00452E78"/>
    <w:rsid w:val="004539E6"/>
    <w:rsid w:val="00454E84"/>
    <w:rsid w:val="0045608E"/>
    <w:rsid w:val="00461373"/>
    <w:rsid w:val="0046193D"/>
    <w:rsid w:val="00461EE0"/>
    <w:rsid w:val="0046290C"/>
    <w:rsid w:val="00464851"/>
    <w:rsid w:val="00464C4C"/>
    <w:rsid w:val="004666A7"/>
    <w:rsid w:val="00467D7C"/>
    <w:rsid w:val="0047060F"/>
    <w:rsid w:val="00472478"/>
    <w:rsid w:val="00473272"/>
    <w:rsid w:val="00473526"/>
    <w:rsid w:val="0047694F"/>
    <w:rsid w:val="00476B76"/>
    <w:rsid w:val="00476EAC"/>
    <w:rsid w:val="00477A18"/>
    <w:rsid w:val="0048057F"/>
    <w:rsid w:val="0048124C"/>
    <w:rsid w:val="004812DA"/>
    <w:rsid w:val="00481F95"/>
    <w:rsid w:val="00482007"/>
    <w:rsid w:val="00482FF9"/>
    <w:rsid w:val="00486A75"/>
    <w:rsid w:val="00486CED"/>
    <w:rsid w:val="00487201"/>
    <w:rsid w:val="00487AFF"/>
    <w:rsid w:val="00487C06"/>
    <w:rsid w:val="00487EE4"/>
    <w:rsid w:val="004900E0"/>
    <w:rsid w:val="00490D32"/>
    <w:rsid w:val="0049102C"/>
    <w:rsid w:val="0049190A"/>
    <w:rsid w:val="0049232C"/>
    <w:rsid w:val="00495784"/>
    <w:rsid w:val="00495C94"/>
    <w:rsid w:val="004967F3"/>
    <w:rsid w:val="00496C80"/>
    <w:rsid w:val="00497F82"/>
    <w:rsid w:val="004A0F72"/>
    <w:rsid w:val="004A1D10"/>
    <w:rsid w:val="004A410F"/>
    <w:rsid w:val="004A4CAD"/>
    <w:rsid w:val="004A4CBD"/>
    <w:rsid w:val="004A5F13"/>
    <w:rsid w:val="004A720A"/>
    <w:rsid w:val="004B1B04"/>
    <w:rsid w:val="004B21F6"/>
    <w:rsid w:val="004B4A0A"/>
    <w:rsid w:val="004B5146"/>
    <w:rsid w:val="004B52A2"/>
    <w:rsid w:val="004B5365"/>
    <w:rsid w:val="004B582E"/>
    <w:rsid w:val="004C275B"/>
    <w:rsid w:val="004C487C"/>
    <w:rsid w:val="004C6F51"/>
    <w:rsid w:val="004C71B8"/>
    <w:rsid w:val="004D0661"/>
    <w:rsid w:val="004D1970"/>
    <w:rsid w:val="004D1CEE"/>
    <w:rsid w:val="004D3385"/>
    <w:rsid w:val="004D385C"/>
    <w:rsid w:val="004D38F5"/>
    <w:rsid w:val="004D44D7"/>
    <w:rsid w:val="004D4697"/>
    <w:rsid w:val="004D6420"/>
    <w:rsid w:val="004D651B"/>
    <w:rsid w:val="004E218F"/>
    <w:rsid w:val="004E2748"/>
    <w:rsid w:val="004E3FF7"/>
    <w:rsid w:val="004E50C9"/>
    <w:rsid w:val="004E5508"/>
    <w:rsid w:val="004E559E"/>
    <w:rsid w:val="004E58BA"/>
    <w:rsid w:val="004E7080"/>
    <w:rsid w:val="004E71F9"/>
    <w:rsid w:val="004E7525"/>
    <w:rsid w:val="004E7795"/>
    <w:rsid w:val="004E77CD"/>
    <w:rsid w:val="004E7D84"/>
    <w:rsid w:val="004F0CCB"/>
    <w:rsid w:val="004F4194"/>
    <w:rsid w:val="004F58FE"/>
    <w:rsid w:val="004F6B67"/>
    <w:rsid w:val="004F714F"/>
    <w:rsid w:val="0050029D"/>
    <w:rsid w:val="00500D43"/>
    <w:rsid w:val="005016F6"/>
    <w:rsid w:val="005019FD"/>
    <w:rsid w:val="005030B1"/>
    <w:rsid w:val="00504132"/>
    <w:rsid w:val="005042C7"/>
    <w:rsid w:val="00504994"/>
    <w:rsid w:val="00505D97"/>
    <w:rsid w:val="00506868"/>
    <w:rsid w:val="0050730C"/>
    <w:rsid w:val="0050738C"/>
    <w:rsid w:val="00507B61"/>
    <w:rsid w:val="00507C01"/>
    <w:rsid w:val="00512C4C"/>
    <w:rsid w:val="00512FF6"/>
    <w:rsid w:val="0051507A"/>
    <w:rsid w:val="005157BB"/>
    <w:rsid w:val="00516B94"/>
    <w:rsid w:val="005207DE"/>
    <w:rsid w:val="00520F53"/>
    <w:rsid w:val="00523E45"/>
    <w:rsid w:val="00525842"/>
    <w:rsid w:val="00525F4D"/>
    <w:rsid w:val="0053127A"/>
    <w:rsid w:val="005349EE"/>
    <w:rsid w:val="00535861"/>
    <w:rsid w:val="005376DD"/>
    <w:rsid w:val="00537E9B"/>
    <w:rsid w:val="00540248"/>
    <w:rsid w:val="005407D6"/>
    <w:rsid w:val="00542DFC"/>
    <w:rsid w:val="00543976"/>
    <w:rsid w:val="005447A8"/>
    <w:rsid w:val="00545650"/>
    <w:rsid w:val="00545FFF"/>
    <w:rsid w:val="00550A66"/>
    <w:rsid w:val="00550ADD"/>
    <w:rsid w:val="005511F5"/>
    <w:rsid w:val="0055207D"/>
    <w:rsid w:val="005528AD"/>
    <w:rsid w:val="00553A95"/>
    <w:rsid w:val="00556213"/>
    <w:rsid w:val="00557D34"/>
    <w:rsid w:val="00560C33"/>
    <w:rsid w:val="00560EF2"/>
    <w:rsid w:val="005611F2"/>
    <w:rsid w:val="00564A23"/>
    <w:rsid w:val="0056547A"/>
    <w:rsid w:val="00565530"/>
    <w:rsid w:val="00567FAA"/>
    <w:rsid w:val="00570A0D"/>
    <w:rsid w:val="00570CB3"/>
    <w:rsid w:val="00571598"/>
    <w:rsid w:val="00571FFC"/>
    <w:rsid w:val="00572BE3"/>
    <w:rsid w:val="00573AA8"/>
    <w:rsid w:val="005746F1"/>
    <w:rsid w:val="00575E3F"/>
    <w:rsid w:val="005774B1"/>
    <w:rsid w:val="0057784C"/>
    <w:rsid w:val="00580EB9"/>
    <w:rsid w:val="005819BD"/>
    <w:rsid w:val="00582079"/>
    <w:rsid w:val="00582F54"/>
    <w:rsid w:val="0058390E"/>
    <w:rsid w:val="0058473D"/>
    <w:rsid w:val="00584DD6"/>
    <w:rsid w:val="005859D8"/>
    <w:rsid w:val="00585BC1"/>
    <w:rsid w:val="00586A56"/>
    <w:rsid w:val="00590762"/>
    <w:rsid w:val="005937CE"/>
    <w:rsid w:val="005942B8"/>
    <w:rsid w:val="00594473"/>
    <w:rsid w:val="00594980"/>
    <w:rsid w:val="00594EA8"/>
    <w:rsid w:val="0059589A"/>
    <w:rsid w:val="00595CED"/>
    <w:rsid w:val="00596EF9"/>
    <w:rsid w:val="0059770C"/>
    <w:rsid w:val="00597CA0"/>
    <w:rsid w:val="005A03E3"/>
    <w:rsid w:val="005A0AE3"/>
    <w:rsid w:val="005A1687"/>
    <w:rsid w:val="005A30FD"/>
    <w:rsid w:val="005A3B6A"/>
    <w:rsid w:val="005A40D8"/>
    <w:rsid w:val="005A4999"/>
    <w:rsid w:val="005A4F36"/>
    <w:rsid w:val="005A58A4"/>
    <w:rsid w:val="005A72B3"/>
    <w:rsid w:val="005A7A3C"/>
    <w:rsid w:val="005B20AC"/>
    <w:rsid w:val="005B43A0"/>
    <w:rsid w:val="005B50B9"/>
    <w:rsid w:val="005B5167"/>
    <w:rsid w:val="005B52DE"/>
    <w:rsid w:val="005B6BC1"/>
    <w:rsid w:val="005B7827"/>
    <w:rsid w:val="005B79EB"/>
    <w:rsid w:val="005C1F56"/>
    <w:rsid w:val="005C2D16"/>
    <w:rsid w:val="005C45F7"/>
    <w:rsid w:val="005D0681"/>
    <w:rsid w:val="005D14A7"/>
    <w:rsid w:val="005D15EF"/>
    <w:rsid w:val="005D1937"/>
    <w:rsid w:val="005D1AAA"/>
    <w:rsid w:val="005D1C0A"/>
    <w:rsid w:val="005D2535"/>
    <w:rsid w:val="005D281C"/>
    <w:rsid w:val="005D2A98"/>
    <w:rsid w:val="005D2AA9"/>
    <w:rsid w:val="005D2C01"/>
    <w:rsid w:val="005D2D1D"/>
    <w:rsid w:val="005D55BF"/>
    <w:rsid w:val="005D5C00"/>
    <w:rsid w:val="005D633E"/>
    <w:rsid w:val="005D6380"/>
    <w:rsid w:val="005D6E42"/>
    <w:rsid w:val="005D7A21"/>
    <w:rsid w:val="005E022F"/>
    <w:rsid w:val="005E1117"/>
    <w:rsid w:val="005E1E2E"/>
    <w:rsid w:val="005E3B16"/>
    <w:rsid w:val="005E7B0D"/>
    <w:rsid w:val="005F1C03"/>
    <w:rsid w:val="005F27C7"/>
    <w:rsid w:val="005F584A"/>
    <w:rsid w:val="005F5D3D"/>
    <w:rsid w:val="005F7161"/>
    <w:rsid w:val="005F741C"/>
    <w:rsid w:val="005F790B"/>
    <w:rsid w:val="0060070B"/>
    <w:rsid w:val="00601BEC"/>
    <w:rsid w:val="00601FE2"/>
    <w:rsid w:val="00602688"/>
    <w:rsid w:val="00607EEE"/>
    <w:rsid w:val="00610E64"/>
    <w:rsid w:val="00611075"/>
    <w:rsid w:val="006113FA"/>
    <w:rsid w:val="00612636"/>
    <w:rsid w:val="00613B05"/>
    <w:rsid w:val="00613E4C"/>
    <w:rsid w:val="00614197"/>
    <w:rsid w:val="00614A68"/>
    <w:rsid w:val="00615704"/>
    <w:rsid w:val="00615865"/>
    <w:rsid w:val="00616DFF"/>
    <w:rsid w:val="006209FB"/>
    <w:rsid w:val="00621259"/>
    <w:rsid w:val="006217BA"/>
    <w:rsid w:val="0062303C"/>
    <w:rsid w:val="0062365F"/>
    <w:rsid w:val="00623972"/>
    <w:rsid w:val="00624797"/>
    <w:rsid w:val="00626B0A"/>
    <w:rsid w:val="00630A62"/>
    <w:rsid w:val="00631039"/>
    <w:rsid w:val="0063259A"/>
    <w:rsid w:val="00632739"/>
    <w:rsid w:val="00634223"/>
    <w:rsid w:val="00634621"/>
    <w:rsid w:val="006358A4"/>
    <w:rsid w:val="0063673A"/>
    <w:rsid w:val="0063775A"/>
    <w:rsid w:val="00640160"/>
    <w:rsid w:val="00641217"/>
    <w:rsid w:val="006415C1"/>
    <w:rsid w:val="006427C0"/>
    <w:rsid w:val="00642D98"/>
    <w:rsid w:val="0064411A"/>
    <w:rsid w:val="00644226"/>
    <w:rsid w:val="0064443C"/>
    <w:rsid w:val="00644C53"/>
    <w:rsid w:val="00644CC9"/>
    <w:rsid w:val="0064698F"/>
    <w:rsid w:val="00650492"/>
    <w:rsid w:val="0065063A"/>
    <w:rsid w:val="006520EE"/>
    <w:rsid w:val="006529DB"/>
    <w:rsid w:val="00654BAB"/>
    <w:rsid w:val="0065507C"/>
    <w:rsid w:val="006554A1"/>
    <w:rsid w:val="00655F35"/>
    <w:rsid w:val="00656176"/>
    <w:rsid w:val="006569B1"/>
    <w:rsid w:val="00657033"/>
    <w:rsid w:val="006579D1"/>
    <w:rsid w:val="006607CD"/>
    <w:rsid w:val="00661DA3"/>
    <w:rsid w:val="0066491A"/>
    <w:rsid w:val="00664DE0"/>
    <w:rsid w:val="00665217"/>
    <w:rsid w:val="006653BF"/>
    <w:rsid w:val="00666270"/>
    <w:rsid w:val="00667F0F"/>
    <w:rsid w:val="00673299"/>
    <w:rsid w:val="00673DA6"/>
    <w:rsid w:val="00674922"/>
    <w:rsid w:val="00677951"/>
    <w:rsid w:val="00677E54"/>
    <w:rsid w:val="00680426"/>
    <w:rsid w:val="00681AAA"/>
    <w:rsid w:val="006822DC"/>
    <w:rsid w:val="0068279E"/>
    <w:rsid w:val="00683100"/>
    <w:rsid w:val="00683616"/>
    <w:rsid w:val="006846D4"/>
    <w:rsid w:val="00684A95"/>
    <w:rsid w:val="00684BFE"/>
    <w:rsid w:val="006850C4"/>
    <w:rsid w:val="006867B1"/>
    <w:rsid w:val="0069072C"/>
    <w:rsid w:val="00692A68"/>
    <w:rsid w:val="00693552"/>
    <w:rsid w:val="0069561F"/>
    <w:rsid w:val="006958AC"/>
    <w:rsid w:val="006971AC"/>
    <w:rsid w:val="006A014D"/>
    <w:rsid w:val="006A0CC1"/>
    <w:rsid w:val="006A2530"/>
    <w:rsid w:val="006A2716"/>
    <w:rsid w:val="006A2C51"/>
    <w:rsid w:val="006A38B7"/>
    <w:rsid w:val="006A3D82"/>
    <w:rsid w:val="006A4267"/>
    <w:rsid w:val="006A474A"/>
    <w:rsid w:val="006A6176"/>
    <w:rsid w:val="006A621D"/>
    <w:rsid w:val="006A6744"/>
    <w:rsid w:val="006A68F6"/>
    <w:rsid w:val="006B08D6"/>
    <w:rsid w:val="006B1628"/>
    <w:rsid w:val="006B203E"/>
    <w:rsid w:val="006B26E3"/>
    <w:rsid w:val="006B2BB7"/>
    <w:rsid w:val="006B345F"/>
    <w:rsid w:val="006B4067"/>
    <w:rsid w:val="006B50B9"/>
    <w:rsid w:val="006B6DC2"/>
    <w:rsid w:val="006B6DEE"/>
    <w:rsid w:val="006B76D1"/>
    <w:rsid w:val="006C0C77"/>
    <w:rsid w:val="006C11FB"/>
    <w:rsid w:val="006C19FE"/>
    <w:rsid w:val="006C277A"/>
    <w:rsid w:val="006C2C7B"/>
    <w:rsid w:val="006C2D67"/>
    <w:rsid w:val="006C33C9"/>
    <w:rsid w:val="006C42D7"/>
    <w:rsid w:val="006C4664"/>
    <w:rsid w:val="006C4B53"/>
    <w:rsid w:val="006C60C6"/>
    <w:rsid w:val="006C6420"/>
    <w:rsid w:val="006C6905"/>
    <w:rsid w:val="006D1325"/>
    <w:rsid w:val="006D5C61"/>
    <w:rsid w:val="006D6761"/>
    <w:rsid w:val="006D7528"/>
    <w:rsid w:val="006D76EB"/>
    <w:rsid w:val="006E3143"/>
    <w:rsid w:val="006E330E"/>
    <w:rsid w:val="006E58D7"/>
    <w:rsid w:val="006E6B2C"/>
    <w:rsid w:val="006E7D02"/>
    <w:rsid w:val="006F0511"/>
    <w:rsid w:val="006F0F8A"/>
    <w:rsid w:val="006F2361"/>
    <w:rsid w:val="006F4F72"/>
    <w:rsid w:val="006F6BAB"/>
    <w:rsid w:val="006F7514"/>
    <w:rsid w:val="006F760D"/>
    <w:rsid w:val="00700075"/>
    <w:rsid w:val="007008F7"/>
    <w:rsid w:val="00701745"/>
    <w:rsid w:val="00702C3A"/>
    <w:rsid w:val="00703DDD"/>
    <w:rsid w:val="00704860"/>
    <w:rsid w:val="00705BB2"/>
    <w:rsid w:val="00705CC4"/>
    <w:rsid w:val="00706057"/>
    <w:rsid w:val="00707284"/>
    <w:rsid w:val="00707F96"/>
    <w:rsid w:val="00711C72"/>
    <w:rsid w:val="00712CAF"/>
    <w:rsid w:val="007139AB"/>
    <w:rsid w:val="00713E2D"/>
    <w:rsid w:val="00714CE9"/>
    <w:rsid w:val="007151AA"/>
    <w:rsid w:val="00715A0D"/>
    <w:rsid w:val="00716CD6"/>
    <w:rsid w:val="007213FB"/>
    <w:rsid w:val="00721BDD"/>
    <w:rsid w:val="007224CD"/>
    <w:rsid w:val="0072452E"/>
    <w:rsid w:val="007246AD"/>
    <w:rsid w:val="00725159"/>
    <w:rsid w:val="00725AC6"/>
    <w:rsid w:val="00725D67"/>
    <w:rsid w:val="00725F73"/>
    <w:rsid w:val="007265CC"/>
    <w:rsid w:val="00731895"/>
    <w:rsid w:val="0073277A"/>
    <w:rsid w:val="00734070"/>
    <w:rsid w:val="00734D99"/>
    <w:rsid w:val="00735CD0"/>
    <w:rsid w:val="0073627D"/>
    <w:rsid w:val="00737A67"/>
    <w:rsid w:val="00737CE3"/>
    <w:rsid w:val="007411E1"/>
    <w:rsid w:val="007411EF"/>
    <w:rsid w:val="00741FBD"/>
    <w:rsid w:val="007427CB"/>
    <w:rsid w:val="007433E3"/>
    <w:rsid w:val="0074363D"/>
    <w:rsid w:val="007437CB"/>
    <w:rsid w:val="0074517E"/>
    <w:rsid w:val="0074559D"/>
    <w:rsid w:val="00746143"/>
    <w:rsid w:val="0074709F"/>
    <w:rsid w:val="00747276"/>
    <w:rsid w:val="00747F97"/>
    <w:rsid w:val="007509DC"/>
    <w:rsid w:val="00751C02"/>
    <w:rsid w:val="00752E3E"/>
    <w:rsid w:val="0075461D"/>
    <w:rsid w:val="0075494A"/>
    <w:rsid w:val="00755B76"/>
    <w:rsid w:val="00757513"/>
    <w:rsid w:val="0075777D"/>
    <w:rsid w:val="00760006"/>
    <w:rsid w:val="0076188B"/>
    <w:rsid w:val="00761C26"/>
    <w:rsid w:val="00761D52"/>
    <w:rsid w:val="00764BAC"/>
    <w:rsid w:val="00765314"/>
    <w:rsid w:val="0076649E"/>
    <w:rsid w:val="007667D1"/>
    <w:rsid w:val="00766A07"/>
    <w:rsid w:val="00766BE2"/>
    <w:rsid w:val="007701C0"/>
    <w:rsid w:val="00770629"/>
    <w:rsid w:val="00770852"/>
    <w:rsid w:val="00772BC1"/>
    <w:rsid w:val="00772EEB"/>
    <w:rsid w:val="00775014"/>
    <w:rsid w:val="00776671"/>
    <w:rsid w:val="00776A8A"/>
    <w:rsid w:val="00777FF8"/>
    <w:rsid w:val="00780956"/>
    <w:rsid w:val="00781ED5"/>
    <w:rsid w:val="007847A6"/>
    <w:rsid w:val="00786B8A"/>
    <w:rsid w:val="00787C8C"/>
    <w:rsid w:val="007901F9"/>
    <w:rsid w:val="00790BDB"/>
    <w:rsid w:val="00791275"/>
    <w:rsid w:val="00791773"/>
    <w:rsid w:val="00791AA8"/>
    <w:rsid w:val="00793499"/>
    <w:rsid w:val="00794E61"/>
    <w:rsid w:val="007956E3"/>
    <w:rsid w:val="00797BF5"/>
    <w:rsid w:val="007A09FA"/>
    <w:rsid w:val="007A2E31"/>
    <w:rsid w:val="007A2FF2"/>
    <w:rsid w:val="007A68AF"/>
    <w:rsid w:val="007A75C3"/>
    <w:rsid w:val="007A7C1A"/>
    <w:rsid w:val="007B01E9"/>
    <w:rsid w:val="007B11D3"/>
    <w:rsid w:val="007B16FA"/>
    <w:rsid w:val="007B1D2D"/>
    <w:rsid w:val="007B1F44"/>
    <w:rsid w:val="007B4C46"/>
    <w:rsid w:val="007B5A14"/>
    <w:rsid w:val="007B693B"/>
    <w:rsid w:val="007C109B"/>
    <w:rsid w:val="007C1627"/>
    <w:rsid w:val="007C247A"/>
    <w:rsid w:val="007C27D4"/>
    <w:rsid w:val="007C36BD"/>
    <w:rsid w:val="007C3A93"/>
    <w:rsid w:val="007C4193"/>
    <w:rsid w:val="007C495E"/>
    <w:rsid w:val="007C4F6A"/>
    <w:rsid w:val="007C5545"/>
    <w:rsid w:val="007D1B21"/>
    <w:rsid w:val="007D411A"/>
    <w:rsid w:val="007D4B6A"/>
    <w:rsid w:val="007D584B"/>
    <w:rsid w:val="007D70AC"/>
    <w:rsid w:val="007E034F"/>
    <w:rsid w:val="007E08F5"/>
    <w:rsid w:val="007E0911"/>
    <w:rsid w:val="007E095B"/>
    <w:rsid w:val="007E116B"/>
    <w:rsid w:val="007E1D65"/>
    <w:rsid w:val="007E2BD2"/>
    <w:rsid w:val="007E3A68"/>
    <w:rsid w:val="007E3FB2"/>
    <w:rsid w:val="007E42CA"/>
    <w:rsid w:val="007E469D"/>
    <w:rsid w:val="007E5EA6"/>
    <w:rsid w:val="007E6A70"/>
    <w:rsid w:val="007E7066"/>
    <w:rsid w:val="007E7951"/>
    <w:rsid w:val="007F000D"/>
    <w:rsid w:val="007F0CF2"/>
    <w:rsid w:val="007F0E91"/>
    <w:rsid w:val="007F15E6"/>
    <w:rsid w:val="007F183E"/>
    <w:rsid w:val="007F254D"/>
    <w:rsid w:val="007F4411"/>
    <w:rsid w:val="007F496D"/>
    <w:rsid w:val="007F5361"/>
    <w:rsid w:val="007F5426"/>
    <w:rsid w:val="007F6282"/>
    <w:rsid w:val="008004BC"/>
    <w:rsid w:val="0080108D"/>
    <w:rsid w:val="00802F4B"/>
    <w:rsid w:val="00803784"/>
    <w:rsid w:val="0080379A"/>
    <w:rsid w:val="00804579"/>
    <w:rsid w:val="008054F0"/>
    <w:rsid w:val="0080688E"/>
    <w:rsid w:val="00806BD2"/>
    <w:rsid w:val="00806DAA"/>
    <w:rsid w:val="00807324"/>
    <w:rsid w:val="0081037D"/>
    <w:rsid w:val="008107A4"/>
    <w:rsid w:val="00810B4D"/>
    <w:rsid w:val="0081127E"/>
    <w:rsid w:val="00813B10"/>
    <w:rsid w:val="00813CB2"/>
    <w:rsid w:val="0081433C"/>
    <w:rsid w:val="0081477F"/>
    <w:rsid w:val="00814C75"/>
    <w:rsid w:val="008201CB"/>
    <w:rsid w:val="008203AA"/>
    <w:rsid w:val="00820770"/>
    <w:rsid w:val="008229A6"/>
    <w:rsid w:val="00823C7A"/>
    <w:rsid w:val="00825326"/>
    <w:rsid w:val="00826DA2"/>
    <w:rsid w:val="00827AA9"/>
    <w:rsid w:val="00830EA9"/>
    <w:rsid w:val="00831822"/>
    <w:rsid w:val="00831ED2"/>
    <w:rsid w:val="00832A9A"/>
    <w:rsid w:val="0083314E"/>
    <w:rsid w:val="008332F4"/>
    <w:rsid w:val="00833C6B"/>
    <w:rsid w:val="00833F3A"/>
    <w:rsid w:val="0083495E"/>
    <w:rsid w:val="00835D65"/>
    <w:rsid w:val="00835F5D"/>
    <w:rsid w:val="00835F65"/>
    <w:rsid w:val="008364ED"/>
    <w:rsid w:val="00837F09"/>
    <w:rsid w:val="008429C6"/>
    <w:rsid w:val="008431A0"/>
    <w:rsid w:val="00843312"/>
    <w:rsid w:val="008448F8"/>
    <w:rsid w:val="00847BB6"/>
    <w:rsid w:val="00847DE9"/>
    <w:rsid w:val="00850347"/>
    <w:rsid w:val="008509A5"/>
    <w:rsid w:val="00851002"/>
    <w:rsid w:val="0085286C"/>
    <w:rsid w:val="00857C70"/>
    <w:rsid w:val="008601F0"/>
    <w:rsid w:val="008602F5"/>
    <w:rsid w:val="00860FA4"/>
    <w:rsid w:val="00861047"/>
    <w:rsid w:val="00861169"/>
    <w:rsid w:val="008625DD"/>
    <w:rsid w:val="00863090"/>
    <w:rsid w:val="00863340"/>
    <w:rsid w:val="0086449B"/>
    <w:rsid w:val="0086478C"/>
    <w:rsid w:val="008647DA"/>
    <w:rsid w:val="00865D41"/>
    <w:rsid w:val="008675AB"/>
    <w:rsid w:val="0087020B"/>
    <w:rsid w:val="00872031"/>
    <w:rsid w:val="00872328"/>
    <w:rsid w:val="00872A6E"/>
    <w:rsid w:val="00874184"/>
    <w:rsid w:val="0087427B"/>
    <w:rsid w:val="00875514"/>
    <w:rsid w:val="00876104"/>
    <w:rsid w:val="0087628E"/>
    <w:rsid w:val="00876332"/>
    <w:rsid w:val="008763B3"/>
    <w:rsid w:val="0087730A"/>
    <w:rsid w:val="0087764C"/>
    <w:rsid w:val="00877D80"/>
    <w:rsid w:val="00880987"/>
    <w:rsid w:val="0088216E"/>
    <w:rsid w:val="0088285A"/>
    <w:rsid w:val="008828E9"/>
    <w:rsid w:val="00882929"/>
    <w:rsid w:val="0088317D"/>
    <w:rsid w:val="00884FC3"/>
    <w:rsid w:val="00886E10"/>
    <w:rsid w:val="00887E86"/>
    <w:rsid w:val="00890366"/>
    <w:rsid w:val="00890965"/>
    <w:rsid w:val="0089117E"/>
    <w:rsid w:val="0089120F"/>
    <w:rsid w:val="00891B06"/>
    <w:rsid w:val="00892B0F"/>
    <w:rsid w:val="00892FB7"/>
    <w:rsid w:val="008932B4"/>
    <w:rsid w:val="008949B8"/>
    <w:rsid w:val="00896984"/>
    <w:rsid w:val="00896B0A"/>
    <w:rsid w:val="00896E20"/>
    <w:rsid w:val="00897B49"/>
    <w:rsid w:val="008A1145"/>
    <w:rsid w:val="008A281A"/>
    <w:rsid w:val="008A2B94"/>
    <w:rsid w:val="008A2EE0"/>
    <w:rsid w:val="008A401D"/>
    <w:rsid w:val="008A4A58"/>
    <w:rsid w:val="008A4FED"/>
    <w:rsid w:val="008A59C1"/>
    <w:rsid w:val="008A5E0D"/>
    <w:rsid w:val="008A70B9"/>
    <w:rsid w:val="008B0726"/>
    <w:rsid w:val="008B12D2"/>
    <w:rsid w:val="008B1756"/>
    <w:rsid w:val="008B1C72"/>
    <w:rsid w:val="008B225B"/>
    <w:rsid w:val="008B3254"/>
    <w:rsid w:val="008B3FE5"/>
    <w:rsid w:val="008B4D55"/>
    <w:rsid w:val="008B5148"/>
    <w:rsid w:val="008B5467"/>
    <w:rsid w:val="008B700E"/>
    <w:rsid w:val="008C1610"/>
    <w:rsid w:val="008C1672"/>
    <w:rsid w:val="008C21AE"/>
    <w:rsid w:val="008C2322"/>
    <w:rsid w:val="008C4E09"/>
    <w:rsid w:val="008C55DD"/>
    <w:rsid w:val="008C77BD"/>
    <w:rsid w:val="008C7805"/>
    <w:rsid w:val="008D0445"/>
    <w:rsid w:val="008D1E6C"/>
    <w:rsid w:val="008D55A2"/>
    <w:rsid w:val="008D6197"/>
    <w:rsid w:val="008D6214"/>
    <w:rsid w:val="008D725B"/>
    <w:rsid w:val="008E58E0"/>
    <w:rsid w:val="008E6078"/>
    <w:rsid w:val="008E6535"/>
    <w:rsid w:val="008E7A51"/>
    <w:rsid w:val="008F0660"/>
    <w:rsid w:val="008F088B"/>
    <w:rsid w:val="008F19B2"/>
    <w:rsid w:val="008F263D"/>
    <w:rsid w:val="008F3D38"/>
    <w:rsid w:val="008F55EA"/>
    <w:rsid w:val="00903308"/>
    <w:rsid w:val="00903459"/>
    <w:rsid w:val="00903829"/>
    <w:rsid w:val="009039C6"/>
    <w:rsid w:val="00903D87"/>
    <w:rsid w:val="00904EA4"/>
    <w:rsid w:val="00905394"/>
    <w:rsid w:val="00907B6B"/>
    <w:rsid w:val="0091048E"/>
    <w:rsid w:val="00910C65"/>
    <w:rsid w:val="00914475"/>
    <w:rsid w:val="00916475"/>
    <w:rsid w:val="00916BA2"/>
    <w:rsid w:val="00916D18"/>
    <w:rsid w:val="009170CA"/>
    <w:rsid w:val="00920AB0"/>
    <w:rsid w:val="00921577"/>
    <w:rsid w:val="00921A76"/>
    <w:rsid w:val="009234DE"/>
    <w:rsid w:val="009237E8"/>
    <w:rsid w:val="009238B1"/>
    <w:rsid w:val="00923AD7"/>
    <w:rsid w:val="00925CFA"/>
    <w:rsid w:val="00925D3C"/>
    <w:rsid w:val="00925DE8"/>
    <w:rsid w:val="009274F5"/>
    <w:rsid w:val="00930CFD"/>
    <w:rsid w:val="00931829"/>
    <w:rsid w:val="00931A02"/>
    <w:rsid w:val="00931D39"/>
    <w:rsid w:val="009321AC"/>
    <w:rsid w:val="0093281A"/>
    <w:rsid w:val="00932F66"/>
    <w:rsid w:val="00934B11"/>
    <w:rsid w:val="00935B9C"/>
    <w:rsid w:val="00936956"/>
    <w:rsid w:val="00936C62"/>
    <w:rsid w:val="00937A9D"/>
    <w:rsid w:val="009401FF"/>
    <w:rsid w:val="00942E20"/>
    <w:rsid w:val="0094365A"/>
    <w:rsid w:val="009437DB"/>
    <w:rsid w:val="00943B7D"/>
    <w:rsid w:val="00943F61"/>
    <w:rsid w:val="00944341"/>
    <w:rsid w:val="009445B8"/>
    <w:rsid w:val="00944F6F"/>
    <w:rsid w:val="00946410"/>
    <w:rsid w:val="0094792D"/>
    <w:rsid w:val="00950840"/>
    <w:rsid w:val="00952C4B"/>
    <w:rsid w:val="00954AF1"/>
    <w:rsid w:val="00954BE7"/>
    <w:rsid w:val="00956BF9"/>
    <w:rsid w:val="00956DF4"/>
    <w:rsid w:val="00957536"/>
    <w:rsid w:val="00957C50"/>
    <w:rsid w:val="00957FB2"/>
    <w:rsid w:val="009627EC"/>
    <w:rsid w:val="00962C21"/>
    <w:rsid w:val="009632E8"/>
    <w:rsid w:val="00963C1C"/>
    <w:rsid w:val="00964C87"/>
    <w:rsid w:val="00965E51"/>
    <w:rsid w:val="00966CE8"/>
    <w:rsid w:val="0097024F"/>
    <w:rsid w:val="009703E2"/>
    <w:rsid w:val="00970E9F"/>
    <w:rsid w:val="00972591"/>
    <w:rsid w:val="009734D6"/>
    <w:rsid w:val="00980547"/>
    <w:rsid w:val="00981AC6"/>
    <w:rsid w:val="009820A9"/>
    <w:rsid w:val="00983002"/>
    <w:rsid w:val="0098373C"/>
    <w:rsid w:val="00984901"/>
    <w:rsid w:val="00984BFA"/>
    <w:rsid w:val="009864B1"/>
    <w:rsid w:val="009905F5"/>
    <w:rsid w:val="00991115"/>
    <w:rsid w:val="00992C60"/>
    <w:rsid w:val="00994CF7"/>
    <w:rsid w:val="009955E7"/>
    <w:rsid w:val="00996E53"/>
    <w:rsid w:val="009975D9"/>
    <w:rsid w:val="00997B3C"/>
    <w:rsid w:val="009A07B9"/>
    <w:rsid w:val="009A1B68"/>
    <w:rsid w:val="009A23D4"/>
    <w:rsid w:val="009A3579"/>
    <w:rsid w:val="009A3F3D"/>
    <w:rsid w:val="009A4F42"/>
    <w:rsid w:val="009A549A"/>
    <w:rsid w:val="009A710D"/>
    <w:rsid w:val="009A7607"/>
    <w:rsid w:val="009B0148"/>
    <w:rsid w:val="009B0BCB"/>
    <w:rsid w:val="009B1986"/>
    <w:rsid w:val="009B27E4"/>
    <w:rsid w:val="009B2F89"/>
    <w:rsid w:val="009B552B"/>
    <w:rsid w:val="009B6761"/>
    <w:rsid w:val="009B6A1D"/>
    <w:rsid w:val="009B6C13"/>
    <w:rsid w:val="009B6D0E"/>
    <w:rsid w:val="009B73B0"/>
    <w:rsid w:val="009C089D"/>
    <w:rsid w:val="009C0A4B"/>
    <w:rsid w:val="009C149E"/>
    <w:rsid w:val="009C1604"/>
    <w:rsid w:val="009C1B14"/>
    <w:rsid w:val="009C1C8B"/>
    <w:rsid w:val="009C2D47"/>
    <w:rsid w:val="009C3933"/>
    <w:rsid w:val="009C5865"/>
    <w:rsid w:val="009C7512"/>
    <w:rsid w:val="009D0866"/>
    <w:rsid w:val="009D0D64"/>
    <w:rsid w:val="009D15BC"/>
    <w:rsid w:val="009D277F"/>
    <w:rsid w:val="009D3C79"/>
    <w:rsid w:val="009D4496"/>
    <w:rsid w:val="009D559E"/>
    <w:rsid w:val="009D5C4C"/>
    <w:rsid w:val="009D5D94"/>
    <w:rsid w:val="009D6019"/>
    <w:rsid w:val="009D6195"/>
    <w:rsid w:val="009D7A34"/>
    <w:rsid w:val="009D7D67"/>
    <w:rsid w:val="009E004C"/>
    <w:rsid w:val="009E3987"/>
    <w:rsid w:val="009E39C5"/>
    <w:rsid w:val="009E3B3F"/>
    <w:rsid w:val="009E5A12"/>
    <w:rsid w:val="009E5F9B"/>
    <w:rsid w:val="009E5FB8"/>
    <w:rsid w:val="009E691B"/>
    <w:rsid w:val="009E73C8"/>
    <w:rsid w:val="009E740D"/>
    <w:rsid w:val="009F0356"/>
    <w:rsid w:val="009F0727"/>
    <w:rsid w:val="009F17CE"/>
    <w:rsid w:val="009F17D5"/>
    <w:rsid w:val="009F1DDE"/>
    <w:rsid w:val="009F3436"/>
    <w:rsid w:val="009F3562"/>
    <w:rsid w:val="009F53C4"/>
    <w:rsid w:val="009F5B8D"/>
    <w:rsid w:val="009F5D21"/>
    <w:rsid w:val="009F6EEB"/>
    <w:rsid w:val="009F7448"/>
    <w:rsid w:val="00A01577"/>
    <w:rsid w:val="00A0286B"/>
    <w:rsid w:val="00A030DE"/>
    <w:rsid w:val="00A03E16"/>
    <w:rsid w:val="00A04792"/>
    <w:rsid w:val="00A05868"/>
    <w:rsid w:val="00A0661A"/>
    <w:rsid w:val="00A06B7A"/>
    <w:rsid w:val="00A06E5B"/>
    <w:rsid w:val="00A11F76"/>
    <w:rsid w:val="00A12F76"/>
    <w:rsid w:val="00A1366A"/>
    <w:rsid w:val="00A13B96"/>
    <w:rsid w:val="00A13FA8"/>
    <w:rsid w:val="00A14471"/>
    <w:rsid w:val="00A15D3C"/>
    <w:rsid w:val="00A15E3F"/>
    <w:rsid w:val="00A15ED8"/>
    <w:rsid w:val="00A2006A"/>
    <w:rsid w:val="00A20233"/>
    <w:rsid w:val="00A213BB"/>
    <w:rsid w:val="00A218D8"/>
    <w:rsid w:val="00A23CEC"/>
    <w:rsid w:val="00A23D78"/>
    <w:rsid w:val="00A305FB"/>
    <w:rsid w:val="00A31623"/>
    <w:rsid w:val="00A32C72"/>
    <w:rsid w:val="00A33A3A"/>
    <w:rsid w:val="00A343ED"/>
    <w:rsid w:val="00A3480A"/>
    <w:rsid w:val="00A35CEF"/>
    <w:rsid w:val="00A36936"/>
    <w:rsid w:val="00A3738B"/>
    <w:rsid w:val="00A37DCB"/>
    <w:rsid w:val="00A401A9"/>
    <w:rsid w:val="00A40E5C"/>
    <w:rsid w:val="00A40F14"/>
    <w:rsid w:val="00A43117"/>
    <w:rsid w:val="00A43828"/>
    <w:rsid w:val="00A43AFC"/>
    <w:rsid w:val="00A44835"/>
    <w:rsid w:val="00A44AF8"/>
    <w:rsid w:val="00A45815"/>
    <w:rsid w:val="00A4592F"/>
    <w:rsid w:val="00A5088A"/>
    <w:rsid w:val="00A5088B"/>
    <w:rsid w:val="00A509B0"/>
    <w:rsid w:val="00A51984"/>
    <w:rsid w:val="00A53F7A"/>
    <w:rsid w:val="00A5461D"/>
    <w:rsid w:val="00A55E21"/>
    <w:rsid w:val="00A5685A"/>
    <w:rsid w:val="00A631DB"/>
    <w:rsid w:val="00A6459B"/>
    <w:rsid w:val="00A65002"/>
    <w:rsid w:val="00A66C5B"/>
    <w:rsid w:val="00A66E13"/>
    <w:rsid w:val="00A70D36"/>
    <w:rsid w:val="00A7113A"/>
    <w:rsid w:val="00A716F8"/>
    <w:rsid w:val="00A73399"/>
    <w:rsid w:val="00A7447B"/>
    <w:rsid w:val="00A74E63"/>
    <w:rsid w:val="00A7641F"/>
    <w:rsid w:val="00A7702E"/>
    <w:rsid w:val="00A77AE5"/>
    <w:rsid w:val="00A804A0"/>
    <w:rsid w:val="00A80B43"/>
    <w:rsid w:val="00A8255B"/>
    <w:rsid w:val="00A825D3"/>
    <w:rsid w:val="00A8313A"/>
    <w:rsid w:val="00A83555"/>
    <w:rsid w:val="00A86775"/>
    <w:rsid w:val="00A90936"/>
    <w:rsid w:val="00A9396A"/>
    <w:rsid w:val="00A94CC6"/>
    <w:rsid w:val="00A94ED8"/>
    <w:rsid w:val="00A95D9C"/>
    <w:rsid w:val="00A97ED3"/>
    <w:rsid w:val="00AA1AF6"/>
    <w:rsid w:val="00AA3261"/>
    <w:rsid w:val="00AA3FFE"/>
    <w:rsid w:val="00AA44E9"/>
    <w:rsid w:val="00AA54D3"/>
    <w:rsid w:val="00AA5F60"/>
    <w:rsid w:val="00AA6C39"/>
    <w:rsid w:val="00AB0332"/>
    <w:rsid w:val="00AB1075"/>
    <w:rsid w:val="00AB121A"/>
    <w:rsid w:val="00AB1241"/>
    <w:rsid w:val="00AB17D6"/>
    <w:rsid w:val="00AB1BCB"/>
    <w:rsid w:val="00AB26AA"/>
    <w:rsid w:val="00AB2D36"/>
    <w:rsid w:val="00AB312F"/>
    <w:rsid w:val="00AB33FC"/>
    <w:rsid w:val="00AB3883"/>
    <w:rsid w:val="00AB4DF6"/>
    <w:rsid w:val="00AB54FE"/>
    <w:rsid w:val="00AB58C1"/>
    <w:rsid w:val="00AB5DAC"/>
    <w:rsid w:val="00AB606E"/>
    <w:rsid w:val="00AB7C5A"/>
    <w:rsid w:val="00AB7FB3"/>
    <w:rsid w:val="00AC06D5"/>
    <w:rsid w:val="00AC0754"/>
    <w:rsid w:val="00AC1566"/>
    <w:rsid w:val="00AC2697"/>
    <w:rsid w:val="00AC2F8C"/>
    <w:rsid w:val="00AC3DE2"/>
    <w:rsid w:val="00AC54E1"/>
    <w:rsid w:val="00AC6157"/>
    <w:rsid w:val="00AC6197"/>
    <w:rsid w:val="00AC6B2C"/>
    <w:rsid w:val="00AC72D8"/>
    <w:rsid w:val="00AC7349"/>
    <w:rsid w:val="00AD0672"/>
    <w:rsid w:val="00AD1E9E"/>
    <w:rsid w:val="00AD288B"/>
    <w:rsid w:val="00AD2D3F"/>
    <w:rsid w:val="00AD359C"/>
    <w:rsid w:val="00AD3856"/>
    <w:rsid w:val="00AD4A67"/>
    <w:rsid w:val="00AD523F"/>
    <w:rsid w:val="00AD689C"/>
    <w:rsid w:val="00AD733C"/>
    <w:rsid w:val="00AD7D42"/>
    <w:rsid w:val="00AD7FA3"/>
    <w:rsid w:val="00AE0C9E"/>
    <w:rsid w:val="00AE2846"/>
    <w:rsid w:val="00AE2AA5"/>
    <w:rsid w:val="00AE44EB"/>
    <w:rsid w:val="00AE5047"/>
    <w:rsid w:val="00AE51A9"/>
    <w:rsid w:val="00AE56F7"/>
    <w:rsid w:val="00AE5BCC"/>
    <w:rsid w:val="00AE7598"/>
    <w:rsid w:val="00AE7B86"/>
    <w:rsid w:val="00AF0F52"/>
    <w:rsid w:val="00AF116B"/>
    <w:rsid w:val="00AF13AB"/>
    <w:rsid w:val="00AF1B02"/>
    <w:rsid w:val="00AF2689"/>
    <w:rsid w:val="00AF4320"/>
    <w:rsid w:val="00AF4418"/>
    <w:rsid w:val="00AF4D27"/>
    <w:rsid w:val="00AF6162"/>
    <w:rsid w:val="00AF6875"/>
    <w:rsid w:val="00AF6CB2"/>
    <w:rsid w:val="00AF6D11"/>
    <w:rsid w:val="00AF7145"/>
    <w:rsid w:val="00AF7CF6"/>
    <w:rsid w:val="00B006E1"/>
    <w:rsid w:val="00B02191"/>
    <w:rsid w:val="00B02E9F"/>
    <w:rsid w:val="00B036AA"/>
    <w:rsid w:val="00B0425C"/>
    <w:rsid w:val="00B04A9A"/>
    <w:rsid w:val="00B04BBB"/>
    <w:rsid w:val="00B04DA1"/>
    <w:rsid w:val="00B054F4"/>
    <w:rsid w:val="00B0554B"/>
    <w:rsid w:val="00B062E2"/>
    <w:rsid w:val="00B06D7E"/>
    <w:rsid w:val="00B06E88"/>
    <w:rsid w:val="00B10B22"/>
    <w:rsid w:val="00B12AEB"/>
    <w:rsid w:val="00B12AEE"/>
    <w:rsid w:val="00B12F0A"/>
    <w:rsid w:val="00B14C71"/>
    <w:rsid w:val="00B14D2E"/>
    <w:rsid w:val="00B16538"/>
    <w:rsid w:val="00B16E45"/>
    <w:rsid w:val="00B17664"/>
    <w:rsid w:val="00B177E4"/>
    <w:rsid w:val="00B2118B"/>
    <w:rsid w:val="00B21462"/>
    <w:rsid w:val="00B217FE"/>
    <w:rsid w:val="00B24808"/>
    <w:rsid w:val="00B25824"/>
    <w:rsid w:val="00B2714C"/>
    <w:rsid w:val="00B27863"/>
    <w:rsid w:val="00B31266"/>
    <w:rsid w:val="00B31EB1"/>
    <w:rsid w:val="00B348BE"/>
    <w:rsid w:val="00B377D1"/>
    <w:rsid w:val="00B40DC2"/>
    <w:rsid w:val="00B41546"/>
    <w:rsid w:val="00B423CE"/>
    <w:rsid w:val="00B42D87"/>
    <w:rsid w:val="00B43C08"/>
    <w:rsid w:val="00B45C01"/>
    <w:rsid w:val="00B47111"/>
    <w:rsid w:val="00B47E17"/>
    <w:rsid w:val="00B50D35"/>
    <w:rsid w:val="00B515BD"/>
    <w:rsid w:val="00B518FF"/>
    <w:rsid w:val="00B51A06"/>
    <w:rsid w:val="00B51C42"/>
    <w:rsid w:val="00B52C63"/>
    <w:rsid w:val="00B532C6"/>
    <w:rsid w:val="00B5442A"/>
    <w:rsid w:val="00B546F1"/>
    <w:rsid w:val="00B54C58"/>
    <w:rsid w:val="00B551C9"/>
    <w:rsid w:val="00B55FFE"/>
    <w:rsid w:val="00B61093"/>
    <w:rsid w:val="00B612C7"/>
    <w:rsid w:val="00B64451"/>
    <w:rsid w:val="00B64D35"/>
    <w:rsid w:val="00B65DD7"/>
    <w:rsid w:val="00B6796E"/>
    <w:rsid w:val="00B7035C"/>
    <w:rsid w:val="00B70606"/>
    <w:rsid w:val="00B70CD1"/>
    <w:rsid w:val="00B7154C"/>
    <w:rsid w:val="00B71A12"/>
    <w:rsid w:val="00B744EE"/>
    <w:rsid w:val="00B75153"/>
    <w:rsid w:val="00B75493"/>
    <w:rsid w:val="00B76EA7"/>
    <w:rsid w:val="00B77BE3"/>
    <w:rsid w:val="00B80E6B"/>
    <w:rsid w:val="00B813B6"/>
    <w:rsid w:val="00B813FB"/>
    <w:rsid w:val="00B835C0"/>
    <w:rsid w:val="00B837A9"/>
    <w:rsid w:val="00B83FA5"/>
    <w:rsid w:val="00B84CF2"/>
    <w:rsid w:val="00B8586F"/>
    <w:rsid w:val="00B875C9"/>
    <w:rsid w:val="00B9022B"/>
    <w:rsid w:val="00B92027"/>
    <w:rsid w:val="00B920F5"/>
    <w:rsid w:val="00B92137"/>
    <w:rsid w:val="00B94946"/>
    <w:rsid w:val="00B94B0C"/>
    <w:rsid w:val="00B96ECF"/>
    <w:rsid w:val="00B973F4"/>
    <w:rsid w:val="00B97B3D"/>
    <w:rsid w:val="00BA1060"/>
    <w:rsid w:val="00BA1068"/>
    <w:rsid w:val="00BA156C"/>
    <w:rsid w:val="00BA17CF"/>
    <w:rsid w:val="00BA1EF7"/>
    <w:rsid w:val="00BA353E"/>
    <w:rsid w:val="00BA3762"/>
    <w:rsid w:val="00BA3893"/>
    <w:rsid w:val="00BA53FF"/>
    <w:rsid w:val="00BA6035"/>
    <w:rsid w:val="00BA7467"/>
    <w:rsid w:val="00BA7B27"/>
    <w:rsid w:val="00BB0C1D"/>
    <w:rsid w:val="00BB0C49"/>
    <w:rsid w:val="00BB0DAF"/>
    <w:rsid w:val="00BB19B5"/>
    <w:rsid w:val="00BB2B39"/>
    <w:rsid w:val="00BB4AD3"/>
    <w:rsid w:val="00BB5A17"/>
    <w:rsid w:val="00BB5CB8"/>
    <w:rsid w:val="00BB6F1B"/>
    <w:rsid w:val="00BC0918"/>
    <w:rsid w:val="00BC11E7"/>
    <w:rsid w:val="00BC1E1A"/>
    <w:rsid w:val="00BC31F8"/>
    <w:rsid w:val="00BC5267"/>
    <w:rsid w:val="00BC56F3"/>
    <w:rsid w:val="00BC7217"/>
    <w:rsid w:val="00BD0AC9"/>
    <w:rsid w:val="00BD167A"/>
    <w:rsid w:val="00BD37BE"/>
    <w:rsid w:val="00BD4A51"/>
    <w:rsid w:val="00BD4F91"/>
    <w:rsid w:val="00BD7151"/>
    <w:rsid w:val="00BD7CCE"/>
    <w:rsid w:val="00BE0C5D"/>
    <w:rsid w:val="00BE11DD"/>
    <w:rsid w:val="00BE1B90"/>
    <w:rsid w:val="00BE271D"/>
    <w:rsid w:val="00BE2AA8"/>
    <w:rsid w:val="00BE3169"/>
    <w:rsid w:val="00BE38D9"/>
    <w:rsid w:val="00BE5466"/>
    <w:rsid w:val="00BE603F"/>
    <w:rsid w:val="00BE7CE4"/>
    <w:rsid w:val="00BF194A"/>
    <w:rsid w:val="00BF25A6"/>
    <w:rsid w:val="00BF3141"/>
    <w:rsid w:val="00BF50BC"/>
    <w:rsid w:val="00BF61E8"/>
    <w:rsid w:val="00BF71F9"/>
    <w:rsid w:val="00BF7CC8"/>
    <w:rsid w:val="00BF7D7D"/>
    <w:rsid w:val="00C002B4"/>
    <w:rsid w:val="00C004D0"/>
    <w:rsid w:val="00C00547"/>
    <w:rsid w:val="00C014A0"/>
    <w:rsid w:val="00C055F3"/>
    <w:rsid w:val="00C06118"/>
    <w:rsid w:val="00C068D2"/>
    <w:rsid w:val="00C0699B"/>
    <w:rsid w:val="00C07EC8"/>
    <w:rsid w:val="00C10050"/>
    <w:rsid w:val="00C10635"/>
    <w:rsid w:val="00C10DD7"/>
    <w:rsid w:val="00C10FB5"/>
    <w:rsid w:val="00C11468"/>
    <w:rsid w:val="00C11C12"/>
    <w:rsid w:val="00C11EAA"/>
    <w:rsid w:val="00C12035"/>
    <w:rsid w:val="00C135C4"/>
    <w:rsid w:val="00C14042"/>
    <w:rsid w:val="00C14635"/>
    <w:rsid w:val="00C1591C"/>
    <w:rsid w:val="00C17041"/>
    <w:rsid w:val="00C17724"/>
    <w:rsid w:val="00C215DC"/>
    <w:rsid w:val="00C21F7D"/>
    <w:rsid w:val="00C23CFA"/>
    <w:rsid w:val="00C24571"/>
    <w:rsid w:val="00C24669"/>
    <w:rsid w:val="00C2486A"/>
    <w:rsid w:val="00C24F7D"/>
    <w:rsid w:val="00C2591F"/>
    <w:rsid w:val="00C25F40"/>
    <w:rsid w:val="00C31447"/>
    <w:rsid w:val="00C32455"/>
    <w:rsid w:val="00C35941"/>
    <w:rsid w:val="00C36FB5"/>
    <w:rsid w:val="00C37583"/>
    <w:rsid w:val="00C37E84"/>
    <w:rsid w:val="00C429EC"/>
    <w:rsid w:val="00C42B81"/>
    <w:rsid w:val="00C43FAF"/>
    <w:rsid w:val="00C44CB6"/>
    <w:rsid w:val="00C45D4E"/>
    <w:rsid w:val="00C468B0"/>
    <w:rsid w:val="00C468DC"/>
    <w:rsid w:val="00C475CF"/>
    <w:rsid w:val="00C47902"/>
    <w:rsid w:val="00C5033A"/>
    <w:rsid w:val="00C51714"/>
    <w:rsid w:val="00C5298F"/>
    <w:rsid w:val="00C55916"/>
    <w:rsid w:val="00C601B2"/>
    <w:rsid w:val="00C614DD"/>
    <w:rsid w:val="00C61684"/>
    <w:rsid w:val="00C62221"/>
    <w:rsid w:val="00C6245E"/>
    <w:rsid w:val="00C646A2"/>
    <w:rsid w:val="00C65488"/>
    <w:rsid w:val="00C665BC"/>
    <w:rsid w:val="00C67950"/>
    <w:rsid w:val="00C67A1F"/>
    <w:rsid w:val="00C71979"/>
    <w:rsid w:val="00C73054"/>
    <w:rsid w:val="00C730D0"/>
    <w:rsid w:val="00C74534"/>
    <w:rsid w:val="00C77765"/>
    <w:rsid w:val="00C77BCC"/>
    <w:rsid w:val="00C77F53"/>
    <w:rsid w:val="00C81235"/>
    <w:rsid w:val="00C8156F"/>
    <w:rsid w:val="00C86317"/>
    <w:rsid w:val="00C86A28"/>
    <w:rsid w:val="00C86AAB"/>
    <w:rsid w:val="00C90B7E"/>
    <w:rsid w:val="00C90CA6"/>
    <w:rsid w:val="00C91AA2"/>
    <w:rsid w:val="00C92F5A"/>
    <w:rsid w:val="00C94CEB"/>
    <w:rsid w:val="00C95358"/>
    <w:rsid w:val="00C954E1"/>
    <w:rsid w:val="00CA0D56"/>
    <w:rsid w:val="00CA0FD2"/>
    <w:rsid w:val="00CA1749"/>
    <w:rsid w:val="00CA1896"/>
    <w:rsid w:val="00CA1DB5"/>
    <w:rsid w:val="00CA340B"/>
    <w:rsid w:val="00CA7999"/>
    <w:rsid w:val="00CA7B79"/>
    <w:rsid w:val="00CA7FCD"/>
    <w:rsid w:val="00CB0344"/>
    <w:rsid w:val="00CB0C75"/>
    <w:rsid w:val="00CB0FD6"/>
    <w:rsid w:val="00CB194D"/>
    <w:rsid w:val="00CB19E2"/>
    <w:rsid w:val="00CB4DD4"/>
    <w:rsid w:val="00CB5535"/>
    <w:rsid w:val="00CC0509"/>
    <w:rsid w:val="00CC136B"/>
    <w:rsid w:val="00CC171D"/>
    <w:rsid w:val="00CC2D8A"/>
    <w:rsid w:val="00CC3334"/>
    <w:rsid w:val="00CC3E52"/>
    <w:rsid w:val="00CC4F02"/>
    <w:rsid w:val="00CC5F0B"/>
    <w:rsid w:val="00CC67BB"/>
    <w:rsid w:val="00CC7809"/>
    <w:rsid w:val="00CD080C"/>
    <w:rsid w:val="00CD0DF6"/>
    <w:rsid w:val="00CD1ED8"/>
    <w:rsid w:val="00CD2787"/>
    <w:rsid w:val="00CD2A6C"/>
    <w:rsid w:val="00CD3797"/>
    <w:rsid w:val="00CD4100"/>
    <w:rsid w:val="00CD56EB"/>
    <w:rsid w:val="00CD6268"/>
    <w:rsid w:val="00CE01D9"/>
    <w:rsid w:val="00CE2150"/>
    <w:rsid w:val="00CE403A"/>
    <w:rsid w:val="00CE41AA"/>
    <w:rsid w:val="00CE4C2A"/>
    <w:rsid w:val="00CE62A7"/>
    <w:rsid w:val="00CE632C"/>
    <w:rsid w:val="00CF0419"/>
    <w:rsid w:val="00CF0707"/>
    <w:rsid w:val="00CF0816"/>
    <w:rsid w:val="00CF2878"/>
    <w:rsid w:val="00CF2F51"/>
    <w:rsid w:val="00CF3787"/>
    <w:rsid w:val="00CF3B8E"/>
    <w:rsid w:val="00CF4E98"/>
    <w:rsid w:val="00CF66DD"/>
    <w:rsid w:val="00CF7EEF"/>
    <w:rsid w:val="00D0009C"/>
    <w:rsid w:val="00D00463"/>
    <w:rsid w:val="00D00467"/>
    <w:rsid w:val="00D007BB"/>
    <w:rsid w:val="00D00EA5"/>
    <w:rsid w:val="00D00EDE"/>
    <w:rsid w:val="00D02BE7"/>
    <w:rsid w:val="00D03989"/>
    <w:rsid w:val="00D0515F"/>
    <w:rsid w:val="00D059CC"/>
    <w:rsid w:val="00D05EEC"/>
    <w:rsid w:val="00D074EB"/>
    <w:rsid w:val="00D10AE8"/>
    <w:rsid w:val="00D10FD1"/>
    <w:rsid w:val="00D117BF"/>
    <w:rsid w:val="00D11B05"/>
    <w:rsid w:val="00D13AA5"/>
    <w:rsid w:val="00D13B7D"/>
    <w:rsid w:val="00D13D03"/>
    <w:rsid w:val="00D13F1B"/>
    <w:rsid w:val="00D14419"/>
    <w:rsid w:val="00D14EB4"/>
    <w:rsid w:val="00D15138"/>
    <w:rsid w:val="00D15EC8"/>
    <w:rsid w:val="00D16A1F"/>
    <w:rsid w:val="00D17012"/>
    <w:rsid w:val="00D17E42"/>
    <w:rsid w:val="00D21854"/>
    <w:rsid w:val="00D21895"/>
    <w:rsid w:val="00D21E6B"/>
    <w:rsid w:val="00D21ED9"/>
    <w:rsid w:val="00D22332"/>
    <w:rsid w:val="00D24806"/>
    <w:rsid w:val="00D25B0F"/>
    <w:rsid w:val="00D25F4D"/>
    <w:rsid w:val="00D2620A"/>
    <w:rsid w:val="00D2783F"/>
    <w:rsid w:val="00D3015F"/>
    <w:rsid w:val="00D306A7"/>
    <w:rsid w:val="00D308FB"/>
    <w:rsid w:val="00D30CAA"/>
    <w:rsid w:val="00D30D23"/>
    <w:rsid w:val="00D31BB7"/>
    <w:rsid w:val="00D325C0"/>
    <w:rsid w:val="00D329E8"/>
    <w:rsid w:val="00D32F2A"/>
    <w:rsid w:val="00D3331D"/>
    <w:rsid w:val="00D34A59"/>
    <w:rsid w:val="00D3541A"/>
    <w:rsid w:val="00D3588D"/>
    <w:rsid w:val="00D35CA9"/>
    <w:rsid w:val="00D40243"/>
    <w:rsid w:val="00D4062F"/>
    <w:rsid w:val="00D40DEA"/>
    <w:rsid w:val="00D41073"/>
    <w:rsid w:val="00D41091"/>
    <w:rsid w:val="00D413E6"/>
    <w:rsid w:val="00D4143F"/>
    <w:rsid w:val="00D42A07"/>
    <w:rsid w:val="00D42DA4"/>
    <w:rsid w:val="00D46526"/>
    <w:rsid w:val="00D46669"/>
    <w:rsid w:val="00D478AB"/>
    <w:rsid w:val="00D47C03"/>
    <w:rsid w:val="00D511E9"/>
    <w:rsid w:val="00D51239"/>
    <w:rsid w:val="00D51C42"/>
    <w:rsid w:val="00D51E68"/>
    <w:rsid w:val="00D52F33"/>
    <w:rsid w:val="00D53B23"/>
    <w:rsid w:val="00D546C6"/>
    <w:rsid w:val="00D56BAE"/>
    <w:rsid w:val="00D57005"/>
    <w:rsid w:val="00D57838"/>
    <w:rsid w:val="00D60CD9"/>
    <w:rsid w:val="00D6164A"/>
    <w:rsid w:val="00D61F35"/>
    <w:rsid w:val="00D6208E"/>
    <w:rsid w:val="00D620B5"/>
    <w:rsid w:val="00D647DA"/>
    <w:rsid w:val="00D65142"/>
    <w:rsid w:val="00D6550D"/>
    <w:rsid w:val="00D65FCB"/>
    <w:rsid w:val="00D705D1"/>
    <w:rsid w:val="00D71AF2"/>
    <w:rsid w:val="00D747B7"/>
    <w:rsid w:val="00D750ED"/>
    <w:rsid w:val="00D770DF"/>
    <w:rsid w:val="00D77CCB"/>
    <w:rsid w:val="00D82D35"/>
    <w:rsid w:val="00D83E68"/>
    <w:rsid w:val="00D85710"/>
    <w:rsid w:val="00D87363"/>
    <w:rsid w:val="00D874CB"/>
    <w:rsid w:val="00D87E30"/>
    <w:rsid w:val="00D87F60"/>
    <w:rsid w:val="00D903BD"/>
    <w:rsid w:val="00D92602"/>
    <w:rsid w:val="00D94622"/>
    <w:rsid w:val="00D94F47"/>
    <w:rsid w:val="00D95964"/>
    <w:rsid w:val="00D95F87"/>
    <w:rsid w:val="00D964A9"/>
    <w:rsid w:val="00D96B73"/>
    <w:rsid w:val="00DA188C"/>
    <w:rsid w:val="00DA387C"/>
    <w:rsid w:val="00DA4B43"/>
    <w:rsid w:val="00DA4EA8"/>
    <w:rsid w:val="00DA5369"/>
    <w:rsid w:val="00DA5506"/>
    <w:rsid w:val="00DB0794"/>
    <w:rsid w:val="00DB0CB4"/>
    <w:rsid w:val="00DB12C1"/>
    <w:rsid w:val="00DB14AF"/>
    <w:rsid w:val="00DB1C94"/>
    <w:rsid w:val="00DB1ECC"/>
    <w:rsid w:val="00DB232A"/>
    <w:rsid w:val="00DB488E"/>
    <w:rsid w:val="00DB5C63"/>
    <w:rsid w:val="00DB6125"/>
    <w:rsid w:val="00DB65D9"/>
    <w:rsid w:val="00DB6B1B"/>
    <w:rsid w:val="00DB709E"/>
    <w:rsid w:val="00DC0651"/>
    <w:rsid w:val="00DC1F73"/>
    <w:rsid w:val="00DC1FC3"/>
    <w:rsid w:val="00DC398C"/>
    <w:rsid w:val="00DC4674"/>
    <w:rsid w:val="00DC69EB"/>
    <w:rsid w:val="00DC6BB4"/>
    <w:rsid w:val="00DD098B"/>
    <w:rsid w:val="00DD16F2"/>
    <w:rsid w:val="00DD35F1"/>
    <w:rsid w:val="00DD3940"/>
    <w:rsid w:val="00DD3A02"/>
    <w:rsid w:val="00DD46F0"/>
    <w:rsid w:val="00DD48A3"/>
    <w:rsid w:val="00DD48FA"/>
    <w:rsid w:val="00DD50BB"/>
    <w:rsid w:val="00DD514A"/>
    <w:rsid w:val="00DD6D01"/>
    <w:rsid w:val="00DD734F"/>
    <w:rsid w:val="00DE0C30"/>
    <w:rsid w:val="00DE1551"/>
    <w:rsid w:val="00DE3051"/>
    <w:rsid w:val="00DE3753"/>
    <w:rsid w:val="00DE3F71"/>
    <w:rsid w:val="00DE458E"/>
    <w:rsid w:val="00DE4732"/>
    <w:rsid w:val="00DE68A8"/>
    <w:rsid w:val="00DE740D"/>
    <w:rsid w:val="00DE7D4E"/>
    <w:rsid w:val="00DF187E"/>
    <w:rsid w:val="00DF48F0"/>
    <w:rsid w:val="00DF5C25"/>
    <w:rsid w:val="00E04C17"/>
    <w:rsid w:val="00E10091"/>
    <w:rsid w:val="00E130DB"/>
    <w:rsid w:val="00E16373"/>
    <w:rsid w:val="00E16CC8"/>
    <w:rsid w:val="00E17261"/>
    <w:rsid w:val="00E2001B"/>
    <w:rsid w:val="00E21AA7"/>
    <w:rsid w:val="00E21B4F"/>
    <w:rsid w:val="00E21ED4"/>
    <w:rsid w:val="00E220A7"/>
    <w:rsid w:val="00E22936"/>
    <w:rsid w:val="00E234BB"/>
    <w:rsid w:val="00E2356A"/>
    <w:rsid w:val="00E235E0"/>
    <w:rsid w:val="00E26A47"/>
    <w:rsid w:val="00E26BF8"/>
    <w:rsid w:val="00E317C7"/>
    <w:rsid w:val="00E328EF"/>
    <w:rsid w:val="00E32A3E"/>
    <w:rsid w:val="00E3371D"/>
    <w:rsid w:val="00E34A39"/>
    <w:rsid w:val="00E352D0"/>
    <w:rsid w:val="00E35368"/>
    <w:rsid w:val="00E401F3"/>
    <w:rsid w:val="00E404C1"/>
    <w:rsid w:val="00E42B37"/>
    <w:rsid w:val="00E43DF3"/>
    <w:rsid w:val="00E43EC7"/>
    <w:rsid w:val="00E44482"/>
    <w:rsid w:val="00E44F72"/>
    <w:rsid w:val="00E451A5"/>
    <w:rsid w:val="00E46FF0"/>
    <w:rsid w:val="00E50ADF"/>
    <w:rsid w:val="00E50C51"/>
    <w:rsid w:val="00E53E9E"/>
    <w:rsid w:val="00E54953"/>
    <w:rsid w:val="00E55065"/>
    <w:rsid w:val="00E55739"/>
    <w:rsid w:val="00E61DEE"/>
    <w:rsid w:val="00E62AEC"/>
    <w:rsid w:val="00E62BED"/>
    <w:rsid w:val="00E6334E"/>
    <w:rsid w:val="00E66060"/>
    <w:rsid w:val="00E665E3"/>
    <w:rsid w:val="00E7019E"/>
    <w:rsid w:val="00E70F46"/>
    <w:rsid w:val="00E73350"/>
    <w:rsid w:val="00E73DAB"/>
    <w:rsid w:val="00E7429D"/>
    <w:rsid w:val="00E74E21"/>
    <w:rsid w:val="00E77015"/>
    <w:rsid w:val="00E771E2"/>
    <w:rsid w:val="00E81DD2"/>
    <w:rsid w:val="00E82706"/>
    <w:rsid w:val="00E83032"/>
    <w:rsid w:val="00E83FC5"/>
    <w:rsid w:val="00E85970"/>
    <w:rsid w:val="00E870BF"/>
    <w:rsid w:val="00E87C21"/>
    <w:rsid w:val="00E87CF3"/>
    <w:rsid w:val="00E91146"/>
    <w:rsid w:val="00E91F50"/>
    <w:rsid w:val="00E92CFD"/>
    <w:rsid w:val="00E947B6"/>
    <w:rsid w:val="00E94830"/>
    <w:rsid w:val="00E9529D"/>
    <w:rsid w:val="00E95785"/>
    <w:rsid w:val="00E961B0"/>
    <w:rsid w:val="00E96EE5"/>
    <w:rsid w:val="00E96F6A"/>
    <w:rsid w:val="00E96FEF"/>
    <w:rsid w:val="00E97CB4"/>
    <w:rsid w:val="00E97F79"/>
    <w:rsid w:val="00EA1DE0"/>
    <w:rsid w:val="00EA1E37"/>
    <w:rsid w:val="00EA22B9"/>
    <w:rsid w:val="00EA24B3"/>
    <w:rsid w:val="00EA41A3"/>
    <w:rsid w:val="00EA43F6"/>
    <w:rsid w:val="00EA4EB1"/>
    <w:rsid w:val="00EA5BC1"/>
    <w:rsid w:val="00EA6F98"/>
    <w:rsid w:val="00EA7E11"/>
    <w:rsid w:val="00EB0EE3"/>
    <w:rsid w:val="00EB16F2"/>
    <w:rsid w:val="00EB1EA0"/>
    <w:rsid w:val="00EB45BE"/>
    <w:rsid w:val="00EB5524"/>
    <w:rsid w:val="00EB614C"/>
    <w:rsid w:val="00EB6783"/>
    <w:rsid w:val="00EB6DD8"/>
    <w:rsid w:val="00EB7F2A"/>
    <w:rsid w:val="00EC189A"/>
    <w:rsid w:val="00EC1D92"/>
    <w:rsid w:val="00EC2577"/>
    <w:rsid w:val="00EC2C57"/>
    <w:rsid w:val="00EC3A06"/>
    <w:rsid w:val="00EC3A48"/>
    <w:rsid w:val="00EC41EA"/>
    <w:rsid w:val="00EC523F"/>
    <w:rsid w:val="00EC6DCE"/>
    <w:rsid w:val="00EC76FF"/>
    <w:rsid w:val="00ED0FBF"/>
    <w:rsid w:val="00ED1F8E"/>
    <w:rsid w:val="00ED49D6"/>
    <w:rsid w:val="00ED5880"/>
    <w:rsid w:val="00ED605B"/>
    <w:rsid w:val="00ED62F4"/>
    <w:rsid w:val="00ED6703"/>
    <w:rsid w:val="00ED6A6E"/>
    <w:rsid w:val="00ED7DEA"/>
    <w:rsid w:val="00EE01EB"/>
    <w:rsid w:val="00EE06BA"/>
    <w:rsid w:val="00EE1238"/>
    <w:rsid w:val="00EE2323"/>
    <w:rsid w:val="00EE3F33"/>
    <w:rsid w:val="00EF009B"/>
    <w:rsid w:val="00EF0AE7"/>
    <w:rsid w:val="00EF0B5C"/>
    <w:rsid w:val="00EF2AE6"/>
    <w:rsid w:val="00EF3452"/>
    <w:rsid w:val="00EF525F"/>
    <w:rsid w:val="00EF6D53"/>
    <w:rsid w:val="00EF7648"/>
    <w:rsid w:val="00F00A4B"/>
    <w:rsid w:val="00F02536"/>
    <w:rsid w:val="00F04F99"/>
    <w:rsid w:val="00F06EA9"/>
    <w:rsid w:val="00F07681"/>
    <w:rsid w:val="00F07B6B"/>
    <w:rsid w:val="00F07B80"/>
    <w:rsid w:val="00F07D81"/>
    <w:rsid w:val="00F07DF2"/>
    <w:rsid w:val="00F129B6"/>
    <w:rsid w:val="00F13FBC"/>
    <w:rsid w:val="00F14BC5"/>
    <w:rsid w:val="00F151EE"/>
    <w:rsid w:val="00F16280"/>
    <w:rsid w:val="00F17521"/>
    <w:rsid w:val="00F208CB"/>
    <w:rsid w:val="00F20B96"/>
    <w:rsid w:val="00F20EC8"/>
    <w:rsid w:val="00F22158"/>
    <w:rsid w:val="00F22A29"/>
    <w:rsid w:val="00F22D5E"/>
    <w:rsid w:val="00F237A3"/>
    <w:rsid w:val="00F243C7"/>
    <w:rsid w:val="00F2466B"/>
    <w:rsid w:val="00F261AB"/>
    <w:rsid w:val="00F26851"/>
    <w:rsid w:val="00F26E01"/>
    <w:rsid w:val="00F275A7"/>
    <w:rsid w:val="00F30646"/>
    <w:rsid w:val="00F309DB"/>
    <w:rsid w:val="00F31545"/>
    <w:rsid w:val="00F31729"/>
    <w:rsid w:val="00F32E65"/>
    <w:rsid w:val="00F32FF6"/>
    <w:rsid w:val="00F3507E"/>
    <w:rsid w:val="00F3523D"/>
    <w:rsid w:val="00F352C9"/>
    <w:rsid w:val="00F354D9"/>
    <w:rsid w:val="00F36B85"/>
    <w:rsid w:val="00F36E47"/>
    <w:rsid w:val="00F37E90"/>
    <w:rsid w:val="00F40458"/>
    <w:rsid w:val="00F409FD"/>
    <w:rsid w:val="00F41AD1"/>
    <w:rsid w:val="00F436A8"/>
    <w:rsid w:val="00F4430A"/>
    <w:rsid w:val="00F44AD8"/>
    <w:rsid w:val="00F44B13"/>
    <w:rsid w:val="00F454E6"/>
    <w:rsid w:val="00F458DB"/>
    <w:rsid w:val="00F4660E"/>
    <w:rsid w:val="00F50C9F"/>
    <w:rsid w:val="00F51BAB"/>
    <w:rsid w:val="00F51E21"/>
    <w:rsid w:val="00F52024"/>
    <w:rsid w:val="00F52EFD"/>
    <w:rsid w:val="00F530EB"/>
    <w:rsid w:val="00F54662"/>
    <w:rsid w:val="00F568D6"/>
    <w:rsid w:val="00F56FAB"/>
    <w:rsid w:val="00F60131"/>
    <w:rsid w:val="00F602A2"/>
    <w:rsid w:val="00F604F5"/>
    <w:rsid w:val="00F60539"/>
    <w:rsid w:val="00F60CC0"/>
    <w:rsid w:val="00F612E1"/>
    <w:rsid w:val="00F6189C"/>
    <w:rsid w:val="00F61B6E"/>
    <w:rsid w:val="00F625B7"/>
    <w:rsid w:val="00F625C0"/>
    <w:rsid w:val="00F62A8E"/>
    <w:rsid w:val="00F63544"/>
    <w:rsid w:val="00F63E50"/>
    <w:rsid w:val="00F66544"/>
    <w:rsid w:val="00F6667D"/>
    <w:rsid w:val="00F67362"/>
    <w:rsid w:val="00F678F3"/>
    <w:rsid w:val="00F679DD"/>
    <w:rsid w:val="00F7284B"/>
    <w:rsid w:val="00F73298"/>
    <w:rsid w:val="00F74026"/>
    <w:rsid w:val="00F7630B"/>
    <w:rsid w:val="00F77A46"/>
    <w:rsid w:val="00F77F2A"/>
    <w:rsid w:val="00F80033"/>
    <w:rsid w:val="00F81DC0"/>
    <w:rsid w:val="00F84430"/>
    <w:rsid w:val="00F85134"/>
    <w:rsid w:val="00F9006B"/>
    <w:rsid w:val="00F90BAE"/>
    <w:rsid w:val="00F91146"/>
    <w:rsid w:val="00F95851"/>
    <w:rsid w:val="00F96160"/>
    <w:rsid w:val="00F96C7A"/>
    <w:rsid w:val="00FA1C34"/>
    <w:rsid w:val="00FA28C7"/>
    <w:rsid w:val="00FA2F2A"/>
    <w:rsid w:val="00FA3F6E"/>
    <w:rsid w:val="00FA4A9C"/>
    <w:rsid w:val="00FA5EEB"/>
    <w:rsid w:val="00FB0885"/>
    <w:rsid w:val="00FB0C43"/>
    <w:rsid w:val="00FB2118"/>
    <w:rsid w:val="00FB2273"/>
    <w:rsid w:val="00FB2B37"/>
    <w:rsid w:val="00FB2BC1"/>
    <w:rsid w:val="00FB3BD2"/>
    <w:rsid w:val="00FB56EF"/>
    <w:rsid w:val="00FB67EE"/>
    <w:rsid w:val="00FC0D5C"/>
    <w:rsid w:val="00FC13EA"/>
    <w:rsid w:val="00FC23BA"/>
    <w:rsid w:val="00FC24F6"/>
    <w:rsid w:val="00FC2932"/>
    <w:rsid w:val="00FC4181"/>
    <w:rsid w:val="00FC43C1"/>
    <w:rsid w:val="00FC608A"/>
    <w:rsid w:val="00FC76A1"/>
    <w:rsid w:val="00FD0540"/>
    <w:rsid w:val="00FD08EC"/>
    <w:rsid w:val="00FD0E83"/>
    <w:rsid w:val="00FD11BA"/>
    <w:rsid w:val="00FD1200"/>
    <w:rsid w:val="00FD22B2"/>
    <w:rsid w:val="00FD30A7"/>
    <w:rsid w:val="00FD3801"/>
    <w:rsid w:val="00FD3E3E"/>
    <w:rsid w:val="00FD3E5C"/>
    <w:rsid w:val="00FD4329"/>
    <w:rsid w:val="00FD5029"/>
    <w:rsid w:val="00FD50AB"/>
    <w:rsid w:val="00FD5199"/>
    <w:rsid w:val="00FD5DE5"/>
    <w:rsid w:val="00FD61BF"/>
    <w:rsid w:val="00FD62D7"/>
    <w:rsid w:val="00FD7115"/>
    <w:rsid w:val="00FE1575"/>
    <w:rsid w:val="00FE3329"/>
    <w:rsid w:val="00FE4CAB"/>
    <w:rsid w:val="00FE4DE3"/>
    <w:rsid w:val="00FE59C2"/>
    <w:rsid w:val="00FE6757"/>
    <w:rsid w:val="00FE70EA"/>
    <w:rsid w:val="00FE7E75"/>
    <w:rsid w:val="00FF038C"/>
    <w:rsid w:val="00FF0E1D"/>
    <w:rsid w:val="00FF10C1"/>
    <w:rsid w:val="00FF1105"/>
    <w:rsid w:val="00FF23E0"/>
    <w:rsid w:val="00FF2BF1"/>
    <w:rsid w:val="00FF308D"/>
    <w:rsid w:val="00FF4693"/>
    <w:rsid w:val="00FF4D10"/>
    <w:rsid w:val="00FF6572"/>
    <w:rsid w:val="00FF70A1"/>
    <w:rsid w:val="00FF73BD"/>
    <w:rsid w:val="00FF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86A8294-4607-4E3B-8F97-569BFED3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6224"/>
  </w:style>
  <w:style w:type="paragraph" w:styleId="Titre1">
    <w:name w:val="heading 1"/>
    <w:basedOn w:val="Normal"/>
    <w:next w:val="ParagrapheModle"/>
    <w:autoRedefine/>
    <w:qFormat/>
    <w:rsid w:val="00865D41"/>
    <w:pPr>
      <w:keepNext/>
      <w:spacing w:before="480"/>
      <w:jc w:val="both"/>
      <w:outlineLvl w:val="0"/>
    </w:pPr>
    <w:rPr>
      <w:b/>
      <w:bCs/>
      <w:caps/>
      <w:color w:val="000080"/>
      <w:sz w:val="22"/>
      <w:szCs w:val="24"/>
    </w:rPr>
  </w:style>
  <w:style w:type="paragraph" w:styleId="Titre2">
    <w:name w:val="heading 2"/>
    <w:basedOn w:val="Normal"/>
    <w:next w:val="ParagrapheModle"/>
    <w:autoRedefine/>
    <w:qFormat/>
    <w:rsid w:val="00776A8A"/>
    <w:pPr>
      <w:keepNext/>
      <w:spacing w:before="240"/>
      <w:jc w:val="both"/>
      <w:outlineLvl w:val="1"/>
    </w:pPr>
    <w:rPr>
      <w:b/>
      <w:bCs/>
      <w:color w:val="000080"/>
      <w:sz w:val="24"/>
      <w:szCs w:val="24"/>
    </w:rPr>
  </w:style>
  <w:style w:type="paragraph" w:styleId="Titre3">
    <w:name w:val="heading 3"/>
    <w:basedOn w:val="Normal"/>
    <w:next w:val="ParagrapheModle"/>
    <w:autoRedefine/>
    <w:qFormat/>
    <w:rsid w:val="00857C70"/>
    <w:pPr>
      <w:keepNext/>
      <w:numPr>
        <w:ilvl w:val="2"/>
        <w:numId w:val="6"/>
      </w:numPr>
      <w:spacing w:before="120" w:after="120"/>
      <w:jc w:val="both"/>
      <w:outlineLvl w:val="2"/>
    </w:pPr>
    <w:rPr>
      <w:i/>
      <w:iCs/>
      <w:sz w:val="24"/>
      <w:szCs w:val="24"/>
      <w:u w:val="single"/>
    </w:rPr>
  </w:style>
  <w:style w:type="paragraph" w:styleId="Titre4">
    <w:name w:val="heading 4"/>
    <w:basedOn w:val="Normal"/>
    <w:next w:val="ParagrapheModle"/>
    <w:qFormat/>
    <w:rsid w:val="00857C70"/>
    <w:pPr>
      <w:keepNext/>
      <w:numPr>
        <w:ilvl w:val="3"/>
        <w:numId w:val="6"/>
      </w:numPr>
      <w:spacing w:before="240"/>
      <w:jc w:val="both"/>
      <w:outlineLvl w:val="3"/>
    </w:pPr>
    <w:rPr>
      <w:i/>
      <w:iCs/>
      <w:sz w:val="22"/>
      <w:szCs w:val="22"/>
    </w:rPr>
  </w:style>
  <w:style w:type="paragraph" w:styleId="Titre5">
    <w:name w:val="heading 5"/>
    <w:aliases w:val="inutilisé"/>
    <w:basedOn w:val="Normal"/>
    <w:next w:val="Normal"/>
    <w:qFormat/>
    <w:rsid w:val="00857C70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inutilisé2"/>
    <w:basedOn w:val="Normal"/>
    <w:next w:val="Normal"/>
    <w:qFormat/>
    <w:rsid w:val="00857C70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aliases w:val="inutilisé3"/>
    <w:basedOn w:val="Normal"/>
    <w:next w:val="Normal"/>
    <w:qFormat/>
    <w:rsid w:val="00857C70"/>
    <w:pPr>
      <w:keepNext/>
      <w:numPr>
        <w:ilvl w:val="6"/>
        <w:numId w:val="6"/>
      </w:numPr>
      <w:jc w:val="center"/>
      <w:outlineLvl w:val="6"/>
    </w:pPr>
    <w:rPr>
      <w:rFonts w:ascii="Arial" w:hAnsi="Arial" w:cs="Arial"/>
      <w:b/>
      <w:bCs/>
      <w:color w:val="FF0000"/>
    </w:rPr>
  </w:style>
  <w:style w:type="paragraph" w:styleId="Titre8">
    <w:name w:val="heading 8"/>
    <w:aliases w:val="inutilisé4"/>
    <w:basedOn w:val="Normal"/>
    <w:next w:val="Normal"/>
    <w:qFormat/>
    <w:rsid w:val="00857C70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aliases w:val="inutilisé5"/>
    <w:basedOn w:val="Normal"/>
    <w:next w:val="Normal"/>
    <w:qFormat/>
    <w:rsid w:val="00857C70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Modle">
    <w:name w:val="Paragraphe Modèle"/>
    <w:basedOn w:val="Normal"/>
    <w:pPr>
      <w:spacing w:before="240"/>
      <w:jc w:val="both"/>
    </w:pPr>
    <w:rPr>
      <w:sz w:val="22"/>
      <w:szCs w:val="22"/>
    </w:rPr>
  </w:style>
  <w:style w:type="paragraph" w:styleId="Retraitcorpsdetexte">
    <w:name w:val="Body Text Indent"/>
    <w:basedOn w:val="Normal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Enumration1Premier">
    <w:name w:val="Enumération 1 Premier"/>
    <w:basedOn w:val="Normal"/>
    <w:next w:val="Enumration1Suivants"/>
    <w:rsid w:val="00FF308D"/>
    <w:pPr>
      <w:numPr>
        <w:numId w:val="4"/>
      </w:numPr>
      <w:spacing w:before="120"/>
    </w:pPr>
    <w:rPr>
      <w:sz w:val="22"/>
      <w:szCs w:val="22"/>
    </w:rPr>
  </w:style>
  <w:style w:type="paragraph" w:customStyle="1" w:styleId="Enumration1Suivants">
    <w:name w:val="Enumération 1 Suivants"/>
    <w:basedOn w:val="Normal"/>
    <w:rsid w:val="00FF308D"/>
    <w:pPr>
      <w:numPr>
        <w:numId w:val="5"/>
      </w:numPr>
      <w:spacing w:before="60"/>
    </w:pPr>
    <w:rPr>
      <w:sz w:val="22"/>
      <w:szCs w:val="22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TitreAnnexeModle">
    <w:name w:val="Titre Annexe Modèle"/>
    <w:basedOn w:val="Normal"/>
    <w:next w:val="ParagrapheModle"/>
    <w:pPr>
      <w:spacing w:before="240"/>
      <w:jc w:val="center"/>
    </w:pPr>
    <w:rPr>
      <w:b/>
      <w:bCs/>
      <w:caps/>
      <w:color w:val="000080"/>
      <w:sz w:val="22"/>
      <w:szCs w:val="22"/>
    </w:rPr>
  </w:style>
  <w:style w:type="paragraph" w:styleId="TM1">
    <w:name w:val="toc 1"/>
    <w:basedOn w:val="Normal"/>
    <w:next w:val="Normal"/>
    <w:autoRedefine/>
    <w:uiPriority w:val="39"/>
    <w:rsid w:val="000A6338"/>
    <w:pPr>
      <w:tabs>
        <w:tab w:val="left" w:pos="1400"/>
        <w:tab w:val="right" w:pos="11057"/>
      </w:tabs>
      <w:spacing w:before="100" w:beforeAutospacing="1" w:after="100" w:afterAutospacing="1"/>
      <w:ind w:left="142" w:right="425"/>
    </w:pPr>
    <w:rPr>
      <w:b/>
      <w:bCs/>
      <w:caps/>
    </w:rPr>
  </w:style>
  <w:style w:type="paragraph" w:styleId="TM2">
    <w:name w:val="toc 2"/>
    <w:basedOn w:val="Normal"/>
    <w:next w:val="Normal"/>
    <w:autoRedefine/>
    <w:uiPriority w:val="39"/>
    <w:pPr>
      <w:ind w:left="200"/>
    </w:pPr>
  </w:style>
  <w:style w:type="paragraph" w:styleId="TM3">
    <w:name w:val="toc 3"/>
    <w:basedOn w:val="Normal"/>
    <w:next w:val="Normal"/>
    <w:autoRedefine/>
    <w:uiPriority w:val="39"/>
    <w:rsid w:val="000A6338"/>
    <w:pPr>
      <w:tabs>
        <w:tab w:val="right" w:leader="dot" w:pos="11057"/>
      </w:tabs>
      <w:ind w:left="142" w:right="284"/>
    </w:pPr>
    <w:rPr>
      <w:i/>
      <w:iCs/>
    </w:rPr>
  </w:style>
  <w:style w:type="paragraph" w:styleId="TM4">
    <w:name w:val="toc 4"/>
    <w:basedOn w:val="Normal"/>
    <w:next w:val="Normal"/>
    <w:autoRedefine/>
    <w:semiHidden/>
    <w:pPr>
      <w:ind w:left="600"/>
    </w:pPr>
    <w:rPr>
      <w:sz w:val="18"/>
      <w:szCs w:val="18"/>
    </w:rPr>
  </w:style>
  <w:style w:type="paragraph" w:customStyle="1" w:styleId="TMAnnexe">
    <w:name w:val="TM Annexe"/>
    <w:basedOn w:val="Normal"/>
    <w:semiHidden/>
    <w:pPr>
      <w:tabs>
        <w:tab w:val="left" w:pos="1418"/>
        <w:tab w:val="right" w:leader="dot" w:pos="9072"/>
      </w:tabs>
      <w:ind w:left="284"/>
    </w:pPr>
    <w:rPr>
      <w:smallCaps/>
    </w:rPr>
  </w:style>
  <w:style w:type="paragraph" w:customStyle="1" w:styleId="Typededocument">
    <w:name w:val="Type de document"/>
    <w:basedOn w:val="ParagrapheModle"/>
    <w:next w:val="ParagrapheModle"/>
    <w:pPr>
      <w:jc w:val="center"/>
    </w:pPr>
    <w:rPr>
      <w:b/>
      <w:bCs/>
      <w:caps/>
      <w:spacing w:val="20"/>
      <w:sz w:val="24"/>
      <w:szCs w:val="24"/>
    </w:rPr>
  </w:style>
  <w:style w:type="paragraph" w:styleId="TM5">
    <w:name w:val="toc 5"/>
    <w:basedOn w:val="Normal"/>
    <w:next w:val="Normal"/>
    <w:autoRedefine/>
    <w:semiHidden/>
    <w:pPr>
      <w:ind w:left="800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600"/>
    </w:pPr>
    <w:rPr>
      <w:sz w:val="18"/>
      <w:szCs w:val="18"/>
    </w:rPr>
  </w:style>
  <w:style w:type="paragraph" w:customStyle="1" w:styleId="Enum1">
    <w:name w:val="Enum1"/>
    <w:basedOn w:val="Normal"/>
    <w:semiHidden/>
    <w:pPr>
      <w:numPr>
        <w:numId w:val="1"/>
      </w:numPr>
      <w:spacing w:before="60"/>
      <w:jc w:val="both"/>
    </w:pPr>
    <w:rPr>
      <w:sz w:val="24"/>
      <w:szCs w:val="24"/>
    </w:rPr>
  </w:style>
  <w:style w:type="paragraph" w:styleId="Corpsdetexte">
    <w:name w:val="Body Text"/>
    <w:basedOn w:val="Normal"/>
    <w:pPr>
      <w:pBdr>
        <w:top w:val="single" w:sz="18" w:space="1" w:color="FF0000"/>
        <w:left w:val="single" w:sz="18" w:space="4" w:color="FF0000"/>
        <w:bottom w:val="single" w:sz="18" w:space="1" w:color="FF0000"/>
        <w:right w:val="single" w:sz="18" w:space="4" w:color="FF0000"/>
      </w:pBdr>
      <w:jc w:val="both"/>
    </w:pPr>
    <w:rPr>
      <w:i/>
      <w:iCs/>
      <w:sz w:val="22"/>
      <w:szCs w:val="22"/>
    </w:rPr>
  </w:style>
  <w:style w:type="paragraph" w:customStyle="1" w:styleId="corpsdetexte1">
    <w:name w:val="corps de texte 1"/>
    <w:basedOn w:val="Normal"/>
    <w:pPr>
      <w:spacing w:after="240"/>
      <w:jc w:val="both"/>
    </w:pPr>
    <w:rPr>
      <w:sz w:val="24"/>
      <w:szCs w:val="24"/>
    </w:rPr>
  </w:style>
  <w:style w:type="character" w:customStyle="1" w:styleId="Titre1CarCar">
    <w:name w:val="Titre 1 Car Car"/>
    <w:locked/>
    <w:rPr>
      <w:b/>
      <w:bCs/>
      <w:caps/>
      <w:color w:val="000080"/>
      <w:sz w:val="22"/>
      <w:szCs w:val="22"/>
      <w:lang w:val="fr-FR" w:eastAsia="fr-FR"/>
    </w:rPr>
  </w:style>
  <w:style w:type="paragraph" w:customStyle="1" w:styleId="Pos25">
    <w:name w:val="Pos 25"/>
    <w:basedOn w:val="Normal"/>
    <w:pPr>
      <w:numPr>
        <w:numId w:val="2"/>
      </w:numPr>
    </w:p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link w:val="NotedebasdepageCar"/>
    <w:semiHidden/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  <w:rPr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Typedocument">
    <w:name w:val="Type_document"/>
    <w:basedOn w:val="TitreDocument"/>
    <w:link w:val="TypedocumentCarCar"/>
    <w:rsid w:val="00363D58"/>
    <w:pPr>
      <w:spacing w:before="1280" w:after="960"/>
    </w:pPr>
    <w:rPr>
      <w:color w:val="000000"/>
      <w:sz w:val="32"/>
    </w:rPr>
  </w:style>
  <w:style w:type="paragraph" w:customStyle="1" w:styleId="TitreDocument">
    <w:name w:val="Titre_Document"/>
    <w:basedOn w:val="Normal"/>
    <w:rsid w:val="00363D58"/>
    <w:pPr>
      <w:spacing w:after="640"/>
      <w:jc w:val="center"/>
    </w:pPr>
    <w:rPr>
      <w:rFonts w:ascii="Arial" w:hAnsi="Arial"/>
      <w:b/>
      <w:caps/>
      <w:color w:val="000080"/>
      <w:sz w:val="36"/>
    </w:rPr>
  </w:style>
  <w:style w:type="character" w:customStyle="1" w:styleId="TypedocumentCarCar">
    <w:name w:val="Type_document Car Car"/>
    <w:link w:val="Typedocument"/>
    <w:rsid w:val="00363D58"/>
    <w:rPr>
      <w:rFonts w:ascii="Arial" w:hAnsi="Arial"/>
      <w:b/>
      <w:caps/>
      <w:color w:val="000000"/>
      <w:sz w:val="32"/>
      <w:lang w:val="fr-FR" w:eastAsia="fr-FR" w:bidi="ar-SA"/>
    </w:rPr>
  </w:style>
  <w:style w:type="paragraph" w:customStyle="1" w:styleId="StyleTitre2Aprs6pt">
    <w:name w:val="Style Titre 2 + Après : 6 pt"/>
    <w:basedOn w:val="Titre2"/>
    <w:rsid w:val="00857C70"/>
    <w:pPr>
      <w:numPr>
        <w:ilvl w:val="1"/>
        <w:numId w:val="3"/>
      </w:numPr>
      <w:spacing w:after="120"/>
    </w:pPr>
    <w:rPr>
      <w:sz w:val="22"/>
      <w:szCs w:val="20"/>
    </w:rPr>
  </w:style>
  <w:style w:type="paragraph" w:customStyle="1" w:styleId="StyleTitre112pt">
    <w:name w:val="Style Titre 1 + 12 pt"/>
    <w:basedOn w:val="Titre1"/>
    <w:rsid w:val="00943B7D"/>
    <w:rPr>
      <w:sz w:val="24"/>
    </w:rPr>
  </w:style>
  <w:style w:type="paragraph" w:customStyle="1" w:styleId="StyleTitre3Avant6ptAprs6pt">
    <w:name w:val="Style Titre 3 + Avant : 6 pt Après : 6 pt"/>
    <w:basedOn w:val="Titre3"/>
    <w:rsid w:val="00857C70"/>
    <w:pPr>
      <w:numPr>
        <w:ilvl w:val="0"/>
        <w:numId w:val="0"/>
      </w:numPr>
    </w:pPr>
    <w:rPr>
      <w:b/>
      <w:sz w:val="22"/>
      <w:szCs w:val="20"/>
      <w:u w:val="none"/>
    </w:rPr>
  </w:style>
  <w:style w:type="paragraph" w:customStyle="1" w:styleId="StyleTitre1">
    <w:name w:val="Style Titre 1"/>
    <w:basedOn w:val="Titre1"/>
    <w:next w:val="ParagrapheModle"/>
    <w:rsid w:val="00857C70"/>
    <w:pPr>
      <w:numPr>
        <w:numId w:val="3"/>
      </w:numPr>
    </w:pPr>
    <w:rPr>
      <w:szCs w:val="22"/>
    </w:rPr>
  </w:style>
  <w:style w:type="paragraph" w:customStyle="1" w:styleId="StyleTitreAnnexeModleAprs24pt">
    <w:name w:val="Style Titre Annexe Modèle + Après : 24 pt"/>
    <w:basedOn w:val="TitreAnnexeModle"/>
    <w:rsid w:val="00011D54"/>
    <w:pPr>
      <w:numPr>
        <w:numId w:val="12"/>
      </w:numPr>
      <w:spacing w:after="480"/>
    </w:pPr>
    <w:rPr>
      <w:szCs w:val="20"/>
    </w:rPr>
  </w:style>
  <w:style w:type="paragraph" w:customStyle="1" w:styleId="Titrepage">
    <w:name w:val="Titre_page"/>
    <w:basedOn w:val="Normal"/>
    <w:rsid w:val="00B12AEB"/>
    <w:pPr>
      <w:spacing w:before="480" w:after="480"/>
      <w:jc w:val="center"/>
    </w:pPr>
    <w:rPr>
      <w:b/>
      <w:caps/>
      <w:sz w:val="24"/>
      <w:lang w:val="en-GB"/>
    </w:rPr>
  </w:style>
  <w:style w:type="paragraph" w:customStyle="1" w:styleId="Enumref">
    <w:name w:val="Enum_ref"/>
    <w:basedOn w:val="Enum1"/>
    <w:rsid w:val="008932B4"/>
    <w:pPr>
      <w:widowControl w:val="0"/>
      <w:numPr>
        <w:numId w:val="0"/>
      </w:numPr>
      <w:tabs>
        <w:tab w:val="num" w:pos="360"/>
      </w:tabs>
      <w:ind w:left="360" w:hanging="360"/>
    </w:pPr>
    <w:rPr>
      <w:sz w:val="22"/>
    </w:rPr>
  </w:style>
  <w:style w:type="table" w:styleId="Grilledutableau">
    <w:name w:val="Table Grid"/>
    <w:basedOn w:val="TableauNormal"/>
    <w:rsid w:val="00F20B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StyleTitre2Aprs6pt"/>
    <w:rsid w:val="00090D8D"/>
    <w:pPr>
      <w:numPr>
        <w:ilvl w:val="0"/>
        <w:numId w:val="0"/>
      </w:numPr>
    </w:pPr>
  </w:style>
  <w:style w:type="numbering" w:customStyle="1" w:styleId="Listeencours1">
    <w:name w:val="Liste en cours1"/>
    <w:rsid w:val="003E11BF"/>
    <w:pPr>
      <w:numPr>
        <w:numId w:val="7"/>
      </w:numPr>
    </w:pPr>
  </w:style>
  <w:style w:type="numbering" w:styleId="111111">
    <w:name w:val="Outline List 2"/>
    <w:basedOn w:val="Aucuneliste"/>
    <w:rsid w:val="003E11BF"/>
    <w:pPr>
      <w:numPr>
        <w:numId w:val="8"/>
      </w:numPr>
    </w:pPr>
  </w:style>
  <w:style w:type="numbering" w:customStyle="1" w:styleId="Style2">
    <w:name w:val="Style2"/>
    <w:rsid w:val="003E11BF"/>
    <w:pPr>
      <w:numPr>
        <w:numId w:val="9"/>
      </w:numPr>
    </w:pPr>
  </w:style>
  <w:style w:type="numbering" w:customStyle="1" w:styleId="Listeencours2">
    <w:name w:val="Liste en cours2"/>
    <w:rsid w:val="003E11BF"/>
    <w:pPr>
      <w:numPr>
        <w:numId w:val="10"/>
      </w:numPr>
    </w:pPr>
  </w:style>
  <w:style w:type="numbering" w:customStyle="1" w:styleId="Style3">
    <w:name w:val="Style3"/>
    <w:rsid w:val="003E11BF"/>
    <w:pPr>
      <w:numPr>
        <w:numId w:val="11"/>
      </w:numPr>
    </w:pPr>
  </w:style>
  <w:style w:type="paragraph" w:customStyle="1" w:styleId="Default">
    <w:name w:val="Default"/>
    <w:rsid w:val="0094365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Liste">
    <w:name w:val="List"/>
    <w:basedOn w:val="Normal"/>
    <w:rsid w:val="00CC2D8A"/>
    <w:pPr>
      <w:ind w:left="283" w:hanging="283"/>
      <w:contextualSpacing/>
    </w:pPr>
  </w:style>
  <w:style w:type="paragraph" w:styleId="Listenumros">
    <w:name w:val="List Number"/>
    <w:basedOn w:val="Normal"/>
    <w:rsid w:val="00B813FB"/>
    <w:pPr>
      <w:numPr>
        <w:numId w:val="17"/>
      </w:numPr>
      <w:spacing w:after="120"/>
      <w:jc w:val="both"/>
    </w:pPr>
    <w:rPr>
      <w:sz w:val="22"/>
      <w:szCs w:val="22"/>
    </w:rPr>
  </w:style>
  <w:style w:type="character" w:customStyle="1" w:styleId="NotedebasdepageCar">
    <w:name w:val="Note de bas de page Car"/>
    <w:link w:val="Notedebasdepage"/>
    <w:semiHidden/>
    <w:rsid w:val="00D60CD9"/>
  </w:style>
  <w:style w:type="paragraph" w:styleId="Titre">
    <w:name w:val="Title"/>
    <w:basedOn w:val="Normal"/>
    <w:link w:val="TitreCar"/>
    <w:qFormat/>
    <w:rsid w:val="001B7355"/>
    <w:pPr>
      <w:spacing w:before="240" w:after="60"/>
      <w:jc w:val="center"/>
      <w:outlineLvl w:val="0"/>
    </w:pPr>
    <w:rPr>
      <w:caps/>
      <w:kern w:val="28"/>
      <w:sz w:val="28"/>
    </w:rPr>
  </w:style>
  <w:style w:type="character" w:customStyle="1" w:styleId="TitreCar">
    <w:name w:val="Titre Car"/>
    <w:link w:val="Titre"/>
    <w:rsid w:val="001B7355"/>
    <w:rPr>
      <w:caps/>
      <w:kern w:val="28"/>
      <w:sz w:val="28"/>
    </w:rPr>
  </w:style>
  <w:style w:type="character" w:customStyle="1" w:styleId="En-tteCar">
    <w:name w:val="En-tête Car"/>
    <w:link w:val="En-tte"/>
    <w:uiPriority w:val="99"/>
    <w:rsid w:val="001B7355"/>
  </w:style>
  <w:style w:type="table" w:customStyle="1" w:styleId="Grilledutableau1">
    <w:name w:val="Grille du tableau1"/>
    <w:basedOn w:val="TableauNormal"/>
    <w:next w:val="Grilledutableau"/>
    <w:rsid w:val="001B735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478AB"/>
    <w:pPr>
      <w:ind w:left="720"/>
      <w:contextualSpacing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qualit&#233;%20interne\mod&#232;le%20doc_fichiers\Mod&#232;le%20DGA%20n&#176;%20001%20Ed02%5b1%5d.do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8E38D-EDF4-4886-B239-475857F9A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DGA n° 001 Ed02[1].dot.dot</Template>
  <TotalTime>25</TotalTime>
  <Pages>1</Pages>
  <Words>261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instruction DSA n°103 S-ACH</vt:lpstr>
    </vt:vector>
  </TitlesOfParts>
  <Company>DGA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 DSA n°103 S-ACH</dc:title>
  <dc:creator>S. ARENES-DUPAS</dc:creator>
  <cp:lastModifiedBy>JACCARD Herenui Mme</cp:lastModifiedBy>
  <cp:revision>14</cp:revision>
  <cp:lastPrinted>2019-09-04T22:14:00Z</cp:lastPrinted>
  <dcterms:created xsi:type="dcterms:W3CDTF">2024-01-17T03:13:00Z</dcterms:created>
  <dcterms:modified xsi:type="dcterms:W3CDTF">2025-06-05T20:58:00Z</dcterms:modified>
</cp:coreProperties>
</file>